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8D0" w:rsidRDefault="006C08D0"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6C08D0" w:rsidRPr="00560E25" w:rsidRDefault="006C08D0"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560E25">
        <w:rPr>
          <w:rFonts w:ascii="黑体" w:eastAsia="黑体" w:hAnsi="黑体" w:hint="eastAsia"/>
          <w:kern w:val="0"/>
          <w:sz w:val="32"/>
          <w:szCs w:val="32"/>
        </w:rPr>
        <w:t>禽肉及禽副产品</w:t>
      </w:r>
      <w:r>
        <w:rPr>
          <w:rFonts w:ascii="黑体" w:eastAsia="黑体" w:hAnsi="黑体" w:hint="eastAsia"/>
          <w:kern w:val="0"/>
          <w:sz w:val="32"/>
          <w:szCs w:val="32"/>
        </w:rPr>
        <w:t>标段）</w:t>
      </w:r>
    </w:p>
    <w:p w:rsidR="006C08D0" w:rsidRDefault="006C08D0" w:rsidP="00E4084F">
      <w:pPr>
        <w:pStyle w:val="NoSpacing"/>
        <w:spacing w:line="360" w:lineRule="auto"/>
        <w:ind w:firstLineChars="100" w:firstLine="31680"/>
        <w:rPr>
          <w:rFonts w:ascii="黑体" w:eastAsia="黑体" w:hAnsi="黑体"/>
          <w:b/>
          <w:kern w:val="0"/>
          <w:sz w:val="28"/>
          <w:szCs w:val="28"/>
        </w:rPr>
      </w:pPr>
    </w:p>
    <w:p w:rsidR="006C08D0" w:rsidRPr="00F907E3" w:rsidRDefault="006C08D0" w:rsidP="00E4084F">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第五</w:t>
      </w:r>
      <w:r w:rsidRPr="00F907E3">
        <w:rPr>
          <w:rFonts w:ascii="黑体" w:eastAsia="黑体" w:hAnsi="黑体" w:hint="eastAsia"/>
          <w:b/>
          <w:kern w:val="0"/>
          <w:sz w:val="28"/>
          <w:szCs w:val="28"/>
        </w:rPr>
        <w:t>标段：</w:t>
      </w:r>
      <w:r w:rsidRPr="00560E25">
        <w:rPr>
          <w:rFonts w:ascii="黑体" w:eastAsia="黑体" w:hAnsi="黑体" w:hint="eastAsia"/>
          <w:b/>
          <w:kern w:val="0"/>
          <w:sz w:val="28"/>
          <w:szCs w:val="28"/>
        </w:rPr>
        <w:t>禽肉及禽副产品</w:t>
      </w:r>
      <w:r w:rsidRPr="00F907E3">
        <w:rPr>
          <w:rFonts w:ascii="黑体" w:eastAsia="黑体" w:hAnsi="黑体" w:hint="eastAsia"/>
          <w:b/>
          <w:kern w:val="0"/>
          <w:sz w:val="28"/>
          <w:szCs w:val="28"/>
        </w:rPr>
        <w:t>采购标段</w:t>
      </w:r>
    </w:p>
    <w:p w:rsidR="006C08D0" w:rsidRPr="007A4DEF" w:rsidRDefault="006C08D0" w:rsidP="00E4084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sidRPr="00560E25">
        <w:rPr>
          <w:rFonts w:ascii="宋体" w:hAnsi="宋体" w:hint="eastAsia"/>
          <w:kern w:val="0"/>
          <w:sz w:val="28"/>
          <w:szCs w:val="28"/>
        </w:rPr>
        <w:t>禽肉及禽副产品</w:t>
      </w:r>
    </w:p>
    <w:p w:rsidR="006C08D0" w:rsidRPr="007A4DEF" w:rsidRDefault="006C08D0" w:rsidP="00E4084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6C08D0" w:rsidRPr="007A4DEF" w:rsidRDefault="006C08D0" w:rsidP="00E4084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6C08D0" w:rsidRPr="0063728B" w:rsidRDefault="006C08D0" w:rsidP="00E4084F">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FC2FD7">
        <w:rPr>
          <w:rFonts w:ascii="宋体" w:hAnsi="宋体" w:hint="eastAsia"/>
          <w:kern w:val="0"/>
          <w:sz w:val="24"/>
          <w:szCs w:val="24"/>
        </w:rPr>
        <w:t>符合</w:t>
      </w:r>
      <w:r w:rsidRPr="00FC2FD7">
        <w:rPr>
          <w:rFonts w:ascii="宋体" w:hAnsi="宋体"/>
          <w:kern w:val="0"/>
          <w:sz w:val="24"/>
          <w:szCs w:val="24"/>
        </w:rPr>
        <w:t>GB 16869—2005</w:t>
      </w:r>
      <w:r w:rsidRPr="00FC2FD7">
        <w:rPr>
          <w:rFonts w:ascii="宋体" w:hAnsi="宋体" w:hint="eastAsia"/>
          <w:kern w:val="0"/>
          <w:sz w:val="24"/>
          <w:szCs w:val="24"/>
        </w:rPr>
        <w:t>要求；符合本招标文件附件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6C08D0" w:rsidRPr="00576E45" w:rsidRDefault="006C08D0" w:rsidP="00E4084F">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6C08D0" w:rsidRPr="00576E45" w:rsidRDefault="006C08D0" w:rsidP="00E4084F">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6C08D0" w:rsidRPr="00D63ACD" w:rsidRDefault="006C08D0" w:rsidP="00E4084F">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6C08D0" w:rsidRPr="00D63ACD" w:rsidRDefault="006C08D0" w:rsidP="00E4084F">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6C08D0" w:rsidRPr="00502745" w:rsidRDefault="006C08D0" w:rsidP="00E4084F">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）动物防疫合格证（或“动物防疫条件合格证”）复印件（加盖单位公章）；</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w:t>
      </w:r>
      <w:r w:rsidRPr="00BA0873">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6C08D0" w:rsidRPr="00060DCD" w:rsidRDefault="006C08D0" w:rsidP="00E4084F">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6C08D0" w:rsidRPr="00060DCD" w:rsidRDefault="006C08D0" w:rsidP="00E4084F">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6C08D0" w:rsidRPr="00060DCD" w:rsidRDefault="006C08D0" w:rsidP="00E4084F">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6C08D0" w:rsidRPr="000768BA" w:rsidRDefault="006C08D0" w:rsidP="00E4084F">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6C08D0" w:rsidRPr="00060DCD" w:rsidRDefault="006C08D0" w:rsidP="00E4084F">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6C08D0" w:rsidRPr="00D63ACD" w:rsidRDefault="006C08D0" w:rsidP="00E4084F">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6C08D0" w:rsidRPr="007A4DEF" w:rsidRDefault="006C08D0" w:rsidP="00E4084F">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6C08D0" w:rsidRDefault="006C08D0" w:rsidP="00E4084F">
      <w:pPr>
        <w:spacing w:line="520" w:lineRule="exact"/>
        <w:ind w:leftChars="133" w:left="31680" w:firstLineChars="92" w:firstLine="31680"/>
        <w:rPr>
          <w:rFonts w:ascii="宋体"/>
          <w:color w:val="FF0000"/>
          <w:sz w:val="24"/>
          <w:szCs w:val="24"/>
        </w:rPr>
      </w:pPr>
      <w:r w:rsidRPr="00BD4E39">
        <w:rPr>
          <w:rFonts w:ascii="宋体" w:hAnsi="宋体"/>
          <w:color w:val="FF0000"/>
          <w:sz w:val="24"/>
          <w:szCs w:val="24"/>
        </w:rPr>
        <w:t>1</w:t>
      </w:r>
      <w:r w:rsidRPr="00BD4E39">
        <w:rPr>
          <w:rFonts w:ascii="宋体" w:hAnsi="宋体" w:hint="eastAsia"/>
          <w:color w:val="FF0000"/>
          <w:sz w:val="24"/>
          <w:szCs w:val="24"/>
        </w:rPr>
        <w:t>、本次招标数量为我院食堂</w:t>
      </w:r>
      <w:r w:rsidRPr="00EB78E0">
        <w:rPr>
          <w:rFonts w:ascii="宋体" w:hAnsi="宋体"/>
          <w:b/>
          <w:color w:val="4F81BD"/>
          <w:sz w:val="24"/>
          <w:szCs w:val="24"/>
          <w:u w:val="single"/>
        </w:rPr>
        <w:t>2017</w:t>
      </w:r>
      <w:r w:rsidRPr="00EB78E0">
        <w:rPr>
          <w:rFonts w:ascii="宋体" w:hAnsi="宋体" w:hint="eastAsia"/>
          <w:b/>
          <w:color w:val="4F81BD"/>
          <w:sz w:val="24"/>
          <w:szCs w:val="24"/>
        </w:rPr>
        <w:t>年</w:t>
      </w:r>
      <w:r w:rsidRPr="00EB78E0">
        <w:rPr>
          <w:rFonts w:ascii="宋体" w:hAnsi="宋体"/>
          <w:b/>
          <w:color w:val="4F81BD"/>
          <w:sz w:val="24"/>
          <w:szCs w:val="24"/>
          <w:u w:val="single"/>
        </w:rPr>
        <w:t xml:space="preserve">  10  </w:t>
      </w:r>
      <w:r w:rsidRPr="00EB78E0">
        <w:rPr>
          <w:rFonts w:ascii="宋体" w:hAnsi="宋体" w:hint="eastAsia"/>
          <w:b/>
          <w:color w:val="4F81BD"/>
          <w:sz w:val="24"/>
          <w:szCs w:val="24"/>
        </w:rPr>
        <w:t>月</w:t>
      </w:r>
      <w:r w:rsidRPr="00EB78E0">
        <w:rPr>
          <w:rFonts w:ascii="宋体" w:hAnsi="宋体"/>
          <w:b/>
          <w:color w:val="4F81BD"/>
          <w:sz w:val="24"/>
          <w:szCs w:val="24"/>
          <w:u w:val="single"/>
        </w:rPr>
        <w:t xml:space="preserve">  </w:t>
      </w:r>
      <w:r w:rsidRPr="00EB78E0">
        <w:rPr>
          <w:rFonts w:ascii="宋体" w:hAnsi="宋体" w:hint="eastAsia"/>
          <w:b/>
          <w:color w:val="4F81BD"/>
          <w:sz w:val="24"/>
          <w:szCs w:val="24"/>
          <w:u w:val="single"/>
        </w:rPr>
        <w:t>中旬</w:t>
      </w:r>
      <w:r w:rsidRPr="00EB78E0">
        <w:rPr>
          <w:rFonts w:ascii="宋体" w:hAnsi="宋体"/>
          <w:b/>
          <w:color w:val="4F81BD"/>
          <w:sz w:val="24"/>
          <w:szCs w:val="24"/>
        </w:rPr>
        <w:t xml:space="preserve"> </w:t>
      </w:r>
      <w:r w:rsidRPr="00BD4E39">
        <w:rPr>
          <w:rFonts w:ascii="宋体" w:hAnsi="宋体" w:hint="eastAsia"/>
          <w:b/>
          <w:color w:val="FF0000"/>
          <w:sz w:val="24"/>
          <w:szCs w:val="24"/>
        </w:rPr>
        <w:t>（以实际招标结果出台时间为准）至</w:t>
      </w:r>
      <w:r w:rsidRPr="00EB78E0">
        <w:rPr>
          <w:rFonts w:ascii="宋体" w:hAnsi="宋体"/>
          <w:b/>
          <w:color w:val="4F81BD"/>
          <w:sz w:val="24"/>
          <w:szCs w:val="24"/>
          <w:u w:val="single"/>
        </w:rPr>
        <w:t>2017</w:t>
      </w:r>
      <w:r w:rsidRPr="00EB78E0">
        <w:rPr>
          <w:rFonts w:ascii="宋体" w:hAnsi="宋体" w:hint="eastAsia"/>
          <w:b/>
          <w:color w:val="4F81BD"/>
          <w:sz w:val="24"/>
          <w:szCs w:val="24"/>
        </w:rPr>
        <w:t>年</w:t>
      </w:r>
      <w:r w:rsidRPr="00EB78E0">
        <w:rPr>
          <w:rFonts w:ascii="宋体" w:hAnsi="宋体"/>
          <w:b/>
          <w:color w:val="4F81BD"/>
          <w:sz w:val="24"/>
          <w:szCs w:val="24"/>
          <w:u w:val="single"/>
        </w:rPr>
        <w:t xml:space="preserve">  11  </w:t>
      </w:r>
      <w:r w:rsidRPr="00EB78E0">
        <w:rPr>
          <w:rFonts w:ascii="宋体" w:hAnsi="宋体" w:hint="eastAsia"/>
          <w:b/>
          <w:color w:val="4F81BD"/>
          <w:sz w:val="24"/>
          <w:szCs w:val="24"/>
        </w:rPr>
        <w:t>月</w:t>
      </w:r>
      <w:r w:rsidRPr="00EB78E0">
        <w:rPr>
          <w:rFonts w:ascii="宋体" w:hAnsi="宋体"/>
          <w:b/>
          <w:color w:val="4F81BD"/>
          <w:sz w:val="24"/>
          <w:szCs w:val="24"/>
          <w:u w:val="single"/>
        </w:rPr>
        <w:t xml:space="preserve">  </w:t>
      </w:r>
      <w:r w:rsidRPr="00EB78E0">
        <w:rPr>
          <w:rFonts w:ascii="宋体" w:hAnsi="宋体" w:hint="eastAsia"/>
          <w:b/>
          <w:color w:val="4F81BD"/>
          <w:sz w:val="24"/>
          <w:szCs w:val="24"/>
          <w:u w:val="single"/>
        </w:rPr>
        <w:t>中旬</w:t>
      </w:r>
      <w:r w:rsidRPr="00BD4E39">
        <w:rPr>
          <w:rFonts w:ascii="宋体" w:hAnsi="宋体" w:hint="eastAsia"/>
          <w:b/>
          <w:color w:val="FF0000"/>
          <w:sz w:val="24"/>
          <w:szCs w:val="24"/>
        </w:rPr>
        <w:t>（一个月历月）</w:t>
      </w:r>
      <w:r w:rsidRPr="00BD4E39">
        <w:rPr>
          <w:rFonts w:ascii="宋体" w:hAnsi="宋体" w:hint="eastAsia"/>
          <w:color w:val="FF0000"/>
          <w:kern w:val="0"/>
          <w:sz w:val="24"/>
          <w:szCs w:val="24"/>
        </w:rPr>
        <w:t>的禽肉及禽副产品用量，投标方根据此需求量并严格按照招标方提供的“禽肉及禽副产品报价单”（详</w:t>
      </w:r>
      <w:r w:rsidRPr="00BD4E39">
        <w:rPr>
          <w:rFonts w:ascii="宋体" w:hAnsi="宋体" w:hint="eastAsia"/>
          <w:color w:val="FF0000"/>
          <w:sz w:val="24"/>
          <w:szCs w:val="24"/>
        </w:rPr>
        <w:t>见</w:t>
      </w:r>
      <w:r w:rsidRPr="00BD4E39">
        <w:rPr>
          <w:rFonts w:ascii="宋体" w:hAnsi="宋体" w:hint="eastAsia"/>
          <w:b/>
          <w:color w:val="FF0000"/>
          <w:sz w:val="24"/>
          <w:szCs w:val="24"/>
        </w:rPr>
        <w:t>附件三</w:t>
      </w:r>
      <w:r w:rsidRPr="00BD4E39">
        <w:rPr>
          <w:rFonts w:ascii="宋体" w:hAnsi="宋体" w:hint="eastAsia"/>
          <w:color w:val="FF0000"/>
          <w:sz w:val="24"/>
          <w:szCs w:val="24"/>
        </w:rPr>
        <w:t>）格式和要求进行报价。</w:t>
      </w:r>
    </w:p>
    <w:p w:rsidR="006C08D0" w:rsidRPr="00E4084F" w:rsidRDefault="006C08D0" w:rsidP="00E4084F">
      <w:pPr>
        <w:spacing w:line="520" w:lineRule="exact"/>
        <w:ind w:leftChars="133" w:left="31680" w:firstLineChars="288" w:firstLine="31680"/>
        <w:rPr>
          <w:rFonts w:ascii="宋体"/>
          <w:color w:val="FF000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6C08D0" w:rsidRPr="0090739E" w:rsidRDefault="006C08D0" w:rsidP="00E4084F">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6C08D0" w:rsidRPr="0090739E" w:rsidRDefault="006C08D0" w:rsidP="00E4084F">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BA0873">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6C08D0" w:rsidRPr="00060DCD" w:rsidRDefault="006C08D0" w:rsidP="00E4084F">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6C08D0" w:rsidRPr="00060DCD" w:rsidRDefault="006C08D0" w:rsidP="00E4084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6C08D0" w:rsidRPr="00060DCD" w:rsidRDefault="006C08D0" w:rsidP="00E4084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sidRPr="00AC4322">
        <w:rPr>
          <w:rFonts w:ascii="宋体" w:hAnsi="宋体" w:hint="eastAsia"/>
          <w:kern w:val="0"/>
          <w:sz w:val="24"/>
          <w:szCs w:val="24"/>
        </w:rPr>
        <w:t>禽肉及禽副产品</w:t>
      </w:r>
      <w:r>
        <w:rPr>
          <w:rFonts w:ascii="宋体" w:hAnsi="宋体" w:hint="eastAsia"/>
          <w:kern w:val="0"/>
          <w:sz w:val="24"/>
          <w:szCs w:val="24"/>
        </w:rPr>
        <w:t>价格，</w:t>
      </w:r>
      <w:r w:rsidRPr="00060DCD">
        <w:rPr>
          <w:rFonts w:ascii="宋体" w:hAnsi="宋体" w:hint="eastAsia"/>
          <w:kern w:val="0"/>
          <w:sz w:val="24"/>
          <w:szCs w:val="24"/>
        </w:rPr>
        <w:t>填报两个或两个以上价格的报价单将作废标处理。</w:t>
      </w:r>
    </w:p>
    <w:p w:rsidR="006C08D0" w:rsidRPr="00F67DD2"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6C08D0" w:rsidRPr="00060DCD" w:rsidRDefault="006C08D0" w:rsidP="00E4084F">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6C08D0" w:rsidRPr="007A4DEF" w:rsidRDefault="006C08D0"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6C08D0" w:rsidRPr="007A4DEF" w:rsidRDefault="006C08D0"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6C08D0" w:rsidRPr="007A4DEF" w:rsidRDefault="006C08D0" w:rsidP="00E4084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6C08D0" w:rsidRPr="007A4DEF" w:rsidRDefault="006C08D0" w:rsidP="00E4084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6C08D0" w:rsidRPr="00060DCD" w:rsidRDefault="006C08D0" w:rsidP="00E4084F">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6C08D0" w:rsidRPr="006E30E9" w:rsidRDefault="006C08D0" w:rsidP="00E4084F">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6C08D0" w:rsidRPr="00060DCD" w:rsidRDefault="006C08D0" w:rsidP="00E4084F">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6C08D0" w:rsidRDefault="006C08D0" w:rsidP="00E4084F">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6C08D0" w:rsidRPr="007165BD" w:rsidRDefault="006C08D0" w:rsidP="00E4084F">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6C08D0" w:rsidRPr="003559D6" w:rsidRDefault="006C08D0" w:rsidP="00E4084F">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6C08D0" w:rsidRPr="00D60A16" w:rsidRDefault="006C08D0" w:rsidP="00E4084F">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6C08D0" w:rsidRPr="00D60A16" w:rsidRDefault="006C08D0" w:rsidP="00E4084F">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6C08D0" w:rsidRDefault="006C08D0" w:rsidP="00E4084F">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6C08D0" w:rsidRDefault="006C08D0" w:rsidP="00E4084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八项内容逐一打分、评选。单项第一名得八分，第二名得七分，以此类推，第八名得一分，第九名（含）以后的报价得零分。（报价完全相同的投标人投标项可以并列排名、得分，下一个排名则相应空缺。）</w:t>
      </w:r>
    </w:p>
    <w:p w:rsidR="006C08D0" w:rsidRPr="00084D9E" w:rsidRDefault="006C08D0" w:rsidP="00E4084F">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最后所有八项内容总分最高投标单位为第一中标人。</w:t>
      </w:r>
    </w:p>
    <w:p w:rsidR="006C08D0" w:rsidRPr="003559D6" w:rsidRDefault="006C08D0" w:rsidP="00E4084F">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6C08D0" w:rsidRPr="00D60A16" w:rsidRDefault="006C08D0" w:rsidP="00E4084F">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6C08D0" w:rsidRPr="00D60A16" w:rsidRDefault="006C08D0" w:rsidP="00E4084F">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6C08D0" w:rsidRPr="00D60A16" w:rsidRDefault="006C08D0" w:rsidP="00E4084F">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6C08D0" w:rsidRPr="00C62C37" w:rsidRDefault="006C08D0" w:rsidP="00E4084F">
      <w:pPr>
        <w:spacing w:line="360" w:lineRule="auto"/>
        <w:ind w:firstLineChars="200" w:firstLine="31680"/>
        <w:rPr>
          <w:sz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350DB1">
      <w:pPr>
        <w:pStyle w:val="NoSpacing"/>
        <w:spacing w:line="360" w:lineRule="auto"/>
        <w:rPr>
          <w:rFonts w:ascii="宋体"/>
          <w:kern w:val="0"/>
          <w:sz w:val="24"/>
          <w:szCs w:val="24"/>
        </w:rPr>
      </w:pPr>
    </w:p>
    <w:p w:rsidR="006C08D0" w:rsidRDefault="006C08D0" w:rsidP="00E4084F">
      <w:pPr>
        <w:spacing w:line="520" w:lineRule="exact"/>
        <w:ind w:firstLineChars="147" w:firstLine="31680"/>
        <w:rPr>
          <w:sz w:val="28"/>
          <w:szCs w:val="28"/>
        </w:rPr>
      </w:pPr>
    </w:p>
    <w:p w:rsidR="006C08D0" w:rsidRPr="004B45EF" w:rsidRDefault="006C08D0"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6C08D0" w:rsidRPr="0040344B" w:rsidRDefault="006C08D0" w:rsidP="008D7CCD">
      <w:pPr>
        <w:spacing w:afterLines="100"/>
        <w:jc w:val="center"/>
        <w:rPr>
          <w:b/>
          <w:sz w:val="36"/>
          <w:szCs w:val="36"/>
        </w:rPr>
      </w:pPr>
      <w:r w:rsidRPr="0040344B">
        <w:rPr>
          <w:rFonts w:hint="eastAsia"/>
          <w:b/>
          <w:sz w:val="36"/>
          <w:szCs w:val="36"/>
        </w:rPr>
        <w:t>投标承诺书</w:t>
      </w:r>
    </w:p>
    <w:p w:rsidR="006C08D0" w:rsidRDefault="006C08D0"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6C08D0" w:rsidRDefault="006C08D0" w:rsidP="00E4084F">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CA4499">
        <w:rPr>
          <w:rFonts w:hint="eastAsia"/>
          <w:sz w:val="28"/>
          <w:szCs w:val="28"/>
          <w:u w:val="single"/>
        </w:rPr>
        <w:t>禽肉及禽副</w:t>
      </w:r>
      <w:r>
        <w:rPr>
          <w:rFonts w:hint="eastAsia"/>
          <w:sz w:val="28"/>
          <w:szCs w:val="28"/>
          <w:u w:val="single"/>
        </w:rPr>
        <w:t>产品</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6C08D0" w:rsidRDefault="006C08D0" w:rsidP="00E4084F">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6C08D0" w:rsidRDefault="006C08D0" w:rsidP="00E4084F">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6C08D0" w:rsidRDefault="006C08D0" w:rsidP="00E4084F">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6C08D0" w:rsidRDefault="006C08D0" w:rsidP="00E4084F">
      <w:pPr>
        <w:ind w:firstLineChars="200" w:firstLine="31680"/>
        <w:rPr>
          <w:sz w:val="28"/>
          <w:szCs w:val="28"/>
        </w:rPr>
      </w:pPr>
      <w:r>
        <w:rPr>
          <w:sz w:val="28"/>
          <w:szCs w:val="28"/>
        </w:rPr>
        <w:t>5</w:t>
      </w:r>
      <w:r>
        <w:rPr>
          <w:rFonts w:hint="eastAsia"/>
          <w:sz w:val="28"/>
          <w:szCs w:val="28"/>
        </w:rPr>
        <w:t>．我单位自行承担参加此次招标所发生的一切费用。</w:t>
      </w:r>
    </w:p>
    <w:p w:rsidR="006C08D0" w:rsidRDefault="006C08D0" w:rsidP="00234266">
      <w:pPr>
        <w:rPr>
          <w:sz w:val="28"/>
          <w:szCs w:val="28"/>
        </w:rPr>
      </w:pPr>
    </w:p>
    <w:p w:rsidR="006C08D0" w:rsidRDefault="006C08D0" w:rsidP="00234266">
      <w:pPr>
        <w:rPr>
          <w:sz w:val="28"/>
          <w:szCs w:val="28"/>
        </w:rPr>
      </w:pPr>
    </w:p>
    <w:p w:rsidR="006C08D0" w:rsidRDefault="006C08D0" w:rsidP="00234266">
      <w:pPr>
        <w:rPr>
          <w:sz w:val="28"/>
          <w:szCs w:val="28"/>
        </w:rPr>
      </w:pPr>
    </w:p>
    <w:p w:rsidR="006C08D0" w:rsidRDefault="006C08D0" w:rsidP="00E4084F">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6C08D0" w:rsidRDefault="006C08D0" w:rsidP="00E4084F">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6C08D0" w:rsidRDefault="006C08D0"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6C08D0" w:rsidRDefault="006C08D0" w:rsidP="008D7CCD">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6C08D0" w:rsidRDefault="006C08D0" w:rsidP="00E4084F">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sidRPr="00CA4499">
        <w:rPr>
          <w:rFonts w:hint="eastAsia"/>
          <w:sz w:val="28"/>
          <w:szCs w:val="28"/>
          <w:u w:val="single"/>
        </w:rPr>
        <w:t>禽肉及禽副</w:t>
      </w:r>
      <w:r>
        <w:rPr>
          <w:rFonts w:hint="eastAsia"/>
          <w:sz w:val="28"/>
          <w:szCs w:val="28"/>
          <w:u w:val="single"/>
        </w:rPr>
        <w:t>产品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6C08D0" w:rsidRDefault="006C08D0"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6C08D0" w:rsidRDefault="006C08D0"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6C08D0" w:rsidRDefault="006C08D0" w:rsidP="00234266">
      <w:pPr>
        <w:ind w:firstLine="480"/>
        <w:rPr>
          <w:rFonts w:ascii="宋体" w:cs="宋体"/>
          <w:kern w:val="0"/>
          <w:sz w:val="28"/>
          <w:szCs w:val="28"/>
        </w:rPr>
      </w:pPr>
    </w:p>
    <w:p w:rsidR="006C08D0" w:rsidRDefault="006C08D0" w:rsidP="00234266">
      <w:pPr>
        <w:ind w:firstLine="480"/>
        <w:rPr>
          <w:rFonts w:ascii="宋体" w:cs="宋体"/>
          <w:kern w:val="0"/>
          <w:sz w:val="28"/>
          <w:szCs w:val="28"/>
        </w:rPr>
      </w:pPr>
    </w:p>
    <w:p w:rsidR="006C08D0" w:rsidRDefault="006C08D0"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6C08D0" w:rsidRDefault="006C08D0" w:rsidP="00E4084F">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6C08D0" w:rsidRDefault="006C08D0" w:rsidP="00E4084F">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6C08D0" w:rsidRDefault="006C08D0" w:rsidP="00234266">
      <w:pPr>
        <w:rPr>
          <w:rFonts w:ascii="宋体"/>
          <w:b/>
          <w:bCs/>
          <w:sz w:val="30"/>
          <w:szCs w:val="30"/>
        </w:rPr>
      </w:pPr>
    </w:p>
    <w:p w:rsidR="006C08D0" w:rsidRDefault="006C08D0" w:rsidP="00234266">
      <w:pPr>
        <w:rPr>
          <w:rFonts w:ascii="宋体"/>
          <w:b/>
          <w:bCs/>
          <w:sz w:val="30"/>
          <w:szCs w:val="30"/>
        </w:rPr>
      </w:pPr>
    </w:p>
    <w:p w:rsidR="006C08D0" w:rsidRDefault="006C08D0" w:rsidP="00234266">
      <w:pPr>
        <w:rPr>
          <w:rFonts w:ascii="宋体"/>
          <w:b/>
          <w:bCs/>
          <w:sz w:val="30"/>
          <w:szCs w:val="30"/>
        </w:rPr>
      </w:pPr>
    </w:p>
    <w:p w:rsidR="006C08D0" w:rsidRDefault="006C08D0" w:rsidP="00234266">
      <w:pPr>
        <w:rPr>
          <w:rFonts w:ascii="宋体"/>
          <w:b/>
          <w:bCs/>
          <w:sz w:val="30"/>
          <w:szCs w:val="30"/>
        </w:rPr>
      </w:pPr>
    </w:p>
    <w:p w:rsidR="006C08D0" w:rsidRDefault="006C08D0" w:rsidP="00234266">
      <w:pPr>
        <w:rPr>
          <w:rFonts w:ascii="宋体"/>
          <w:b/>
          <w:bCs/>
          <w:sz w:val="30"/>
          <w:szCs w:val="30"/>
        </w:rPr>
      </w:pPr>
    </w:p>
    <w:p w:rsidR="006C08D0" w:rsidRPr="00476A93" w:rsidRDefault="006C08D0" w:rsidP="00E4084F">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三</w:t>
      </w:r>
    </w:p>
    <w:p w:rsidR="006C08D0" w:rsidRPr="005843AE" w:rsidRDefault="006C08D0" w:rsidP="008D7CCD">
      <w:pPr>
        <w:spacing w:afterLines="50"/>
        <w:jc w:val="center"/>
        <w:rPr>
          <w:rFonts w:ascii="宋体"/>
          <w:b/>
          <w:sz w:val="36"/>
          <w:szCs w:val="36"/>
        </w:rPr>
      </w:pPr>
      <w:r w:rsidRPr="00DB6F1C">
        <w:rPr>
          <w:rFonts w:ascii="宋体" w:hAnsi="宋体" w:hint="eastAsia"/>
          <w:b/>
          <w:sz w:val="36"/>
          <w:szCs w:val="36"/>
        </w:rPr>
        <w:t>禽肉及禽副产品</w:t>
      </w:r>
      <w:r w:rsidRPr="005843AE">
        <w:rPr>
          <w:rFonts w:ascii="宋体" w:hAnsi="宋体" w:hint="eastAsia"/>
          <w:b/>
          <w:sz w:val="36"/>
          <w:szCs w:val="36"/>
        </w:rPr>
        <w:t>报价单</w:t>
      </w:r>
    </w:p>
    <w:p w:rsidR="006C08D0" w:rsidRPr="00DB6F1C" w:rsidRDefault="006C08D0" w:rsidP="000B152D">
      <w:pPr>
        <w:pStyle w:val="NoSpacing"/>
        <w:spacing w:line="360" w:lineRule="auto"/>
        <w:rPr>
          <w:rFonts w:ascii="宋体"/>
          <w:kern w:val="0"/>
          <w:sz w:val="24"/>
          <w:szCs w:val="24"/>
        </w:rPr>
      </w:pPr>
      <w:r>
        <w:rPr>
          <w:rFonts w:ascii="宋体" w:hAnsi="宋体" w:hint="eastAsia"/>
          <w:kern w:val="0"/>
          <w:sz w:val="24"/>
          <w:szCs w:val="24"/>
        </w:rPr>
        <w:t>第五标段：</w:t>
      </w:r>
      <w:r w:rsidRPr="00DB6F1C">
        <w:rPr>
          <w:rFonts w:ascii="宋体" w:hAnsi="宋体" w:hint="eastAsia"/>
          <w:kern w:val="0"/>
          <w:sz w:val="24"/>
          <w:szCs w:val="24"/>
        </w:rPr>
        <w:t>禽肉及禽副产品</w:t>
      </w:r>
      <w:r>
        <w:rPr>
          <w:rFonts w:ascii="宋体" w:hAnsi="宋体" w:hint="eastAsia"/>
          <w:kern w:val="0"/>
          <w:sz w:val="24"/>
          <w:szCs w:val="24"/>
        </w:rPr>
        <w:t>（执行国家标准</w:t>
      </w:r>
      <w:r w:rsidRPr="00FC2FD7">
        <w:rPr>
          <w:rFonts w:ascii="宋体" w:hAnsi="宋体"/>
          <w:kern w:val="0"/>
          <w:sz w:val="24"/>
          <w:szCs w:val="24"/>
        </w:rPr>
        <w:t>GB 16869—2005</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6C08D0" w:rsidRPr="007C214A" w:rsidTr="009100AB">
        <w:trPr>
          <w:trHeight w:val="1033"/>
        </w:trPr>
        <w:tc>
          <w:tcPr>
            <w:tcW w:w="83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81"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6C08D0" w:rsidRPr="007C214A" w:rsidTr="009100AB">
        <w:trPr>
          <w:trHeight w:val="517"/>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鸡上腿</w:t>
            </w:r>
          </w:p>
        </w:tc>
        <w:tc>
          <w:tcPr>
            <w:tcW w:w="851"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9.5KG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val="restart"/>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益客</w:t>
            </w:r>
          </w:p>
          <w:p w:rsidR="006C08D0" w:rsidRPr="007C214A" w:rsidRDefault="006C08D0" w:rsidP="007E6B63">
            <w:pPr>
              <w:pStyle w:val="NoSpacing"/>
              <w:spacing w:line="360" w:lineRule="auto"/>
              <w:jc w:val="center"/>
              <w:rPr>
                <w:rFonts w:ascii="宋体"/>
                <w:kern w:val="0"/>
                <w:sz w:val="24"/>
                <w:szCs w:val="24"/>
              </w:rPr>
            </w:pPr>
            <w:r w:rsidRPr="007C214A">
              <w:rPr>
                <w:rFonts w:ascii="宋体" w:hAnsi="宋体" w:hint="eastAsia"/>
                <w:kern w:val="0"/>
                <w:sz w:val="24"/>
                <w:szCs w:val="24"/>
              </w:rPr>
              <w:t>六和</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华英</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铭佑</w:t>
            </w:r>
          </w:p>
          <w:p w:rsidR="006C08D0" w:rsidRDefault="006C08D0" w:rsidP="007E6B63">
            <w:pPr>
              <w:pStyle w:val="NoSpacing"/>
              <w:spacing w:line="360" w:lineRule="auto"/>
              <w:jc w:val="center"/>
              <w:rPr>
                <w:rFonts w:ascii="宋体"/>
                <w:kern w:val="0"/>
                <w:sz w:val="24"/>
                <w:szCs w:val="24"/>
              </w:rPr>
            </w:pPr>
            <w:r w:rsidRPr="007C214A">
              <w:rPr>
                <w:rFonts w:ascii="宋体" w:hAnsi="宋体" w:hint="eastAsia"/>
                <w:kern w:val="0"/>
                <w:sz w:val="24"/>
                <w:szCs w:val="24"/>
              </w:rPr>
              <w:t>中意</w:t>
            </w:r>
          </w:p>
          <w:p w:rsidR="006C08D0" w:rsidRDefault="006C08D0" w:rsidP="007E6B63">
            <w:pPr>
              <w:pStyle w:val="NoSpacing"/>
              <w:spacing w:line="360" w:lineRule="auto"/>
              <w:jc w:val="center"/>
              <w:rPr>
                <w:rFonts w:ascii="宋体"/>
                <w:kern w:val="0"/>
                <w:sz w:val="24"/>
                <w:szCs w:val="24"/>
              </w:rPr>
            </w:pPr>
            <w:r w:rsidRPr="007C214A">
              <w:rPr>
                <w:rFonts w:ascii="宋体" w:hAnsi="宋体" w:hint="eastAsia"/>
                <w:kern w:val="0"/>
                <w:sz w:val="24"/>
                <w:szCs w:val="24"/>
              </w:rPr>
              <w:t>香林达</w:t>
            </w:r>
          </w:p>
          <w:p w:rsidR="006C08D0" w:rsidRPr="007C214A" w:rsidRDefault="006C08D0" w:rsidP="007E6B63">
            <w:pPr>
              <w:pStyle w:val="NoSpacing"/>
              <w:spacing w:line="360" w:lineRule="auto"/>
              <w:jc w:val="center"/>
              <w:rPr>
                <w:rFonts w:ascii="宋体"/>
                <w:kern w:val="0"/>
                <w:sz w:val="24"/>
                <w:szCs w:val="24"/>
              </w:rPr>
            </w:pPr>
            <w:r>
              <w:rPr>
                <w:rFonts w:ascii="宋体" w:hAnsi="宋体" w:hint="eastAsia"/>
                <w:kern w:val="0"/>
                <w:sz w:val="24"/>
                <w:szCs w:val="24"/>
              </w:rPr>
              <w:t>华宇</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大阳</w:t>
            </w:r>
          </w:p>
        </w:tc>
      </w:tr>
      <w:tr w:rsidR="006C08D0" w:rsidRPr="007C214A" w:rsidTr="009100AB">
        <w:trPr>
          <w:trHeight w:val="517"/>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鸡翅根</w:t>
            </w:r>
          </w:p>
        </w:tc>
        <w:tc>
          <w:tcPr>
            <w:tcW w:w="851"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17"/>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鸡脯</w:t>
            </w:r>
          </w:p>
        </w:tc>
        <w:tc>
          <w:tcPr>
            <w:tcW w:w="851" w:type="dxa"/>
          </w:tcPr>
          <w:p w:rsidR="006C08D0" w:rsidRPr="007C214A" w:rsidRDefault="006C08D0" w:rsidP="009100AB">
            <w:pPr>
              <w:pStyle w:val="NoSpacing"/>
              <w:spacing w:line="360" w:lineRule="auto"/>
              <w:jc w:val="center"/>
              <w:rPr>
                <w:rFonts w:ascii="宋体"/>
                <w:kern w:val="0"/>
                <w:sz w:val="24"/>
                <w:szCs w:val="24"/>
              </w:rPr>
            </w:pP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33"/>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半片鸭</w:t>
            </w:r>
          </w:p>
        </w:tc>
        <w:tc>
          <w:tcPr>
            <w:tcW w:w="851" w:type="dxa"/>
          </w:tcPr>
          <w:p w:rsidR="006C08D0" w:rsidRPr="007C214A" w:rsidRDefault="006C08D0" w:rsidP="009100AB">
            <w:pPr>
              <w:pStyle w:val="NoSpacing"/>
              <w:spacing w:line="360" w:lineRule="auto"/>
              <w:jc w:val="center"/>
              <w:rPr>
                <w:rFonts w:ascii="宋体"/>
                <w:kern w:val="0"/>
                <w:sz w:val="24"/>
                <w:szCs w:val="24"/>
              </w:rPr>
            </w:pP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33"/>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培根</w:t>
            </w:r>
          </w:p>
        </w:tc>
        <w:tc>
          <w:tcPr>
            <w:tcW w:w="851" w:type="dxa"/>
          </w:tcPr>
          <w:p w:rsidR="006C08D0" w:rsidRPr="007C214A" w:rsidRDefault="006C08D0" w:rsidP="009100AB">
            <w:pPr>
              <w:pStyle w:val="NoSpacing"/>
              <w:spacing w:line="360" w:lineRule="auto"/>
              <w:jc w:val="center"/>
              <w:rPr>
                <w:rFonts w:ascii="宋体"/>
                <w:kern w:val="0"/>
                <w:sz w:val="24"/>
                <w:szCs w:val="24"/>
              </w:rPr>
            </w:pP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12KG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33"/>
        </w:trPr>
        <w:tc>
          <w:tcPr>
            <w:tcW w:w="83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鸡排</w:t>
            </w:r>
          </w:p>
        </w:tc>
        <w:tc>
          <w:tcPr>
            <w:tcW w:w="851" w:type="dxa"/>
          </w:tcPr>
          <w:p w:rsidR="006C08D0" w:rsidRPr="007C214A" w:rsidRDefault="006C08D0" w:rsidP="009100AB">
            <w:pPr>
              <w:pStyle w:val="NoSpacing"/>
              <w:spacing w:line="360" w:lineRule="auto"/>
              <w:jc w:val="center"/>
              <w:rPr>
                <w:rFonts w:ascii="宋体"/>
                <w:kern w:val="0"/>
                <w:sz w:val="24"/>
                <w:szCs w:val="24"/>
              </w:rPr>
            </w:pPr>
          </w:p>
        </w:tc>
        <w:tc>
          <w:tcPr>
            <w:tcW w:w="992"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12KG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33"/>
        </w:trPr>
        <w:tc>
          <w:tcPr>
            <w:tcW w:w="836" w:type="dxa"/>
          </w:tcPr>
          <w:p w:rsidR="006C08D0" w:rsidRPr="007C214A" w:rsidRDefault="006C08D0" w:rsidP="00216D43">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540" w:type="dxa"/>
            <w:vAlign w:val="center"/>
          </w:tcPr>
          <w:p w:rsidR="006C08D0" w:rsidRPr="007C214A" w:rsidRDefault="006C08D0" w:rsidP="00216D43">
            <w:pPr>
              <w:pStyle w:val="NoSpacing"/>
              <w:spacing w:line="360" w:lineRule="auto"/>
              <w:jc w:val="center"/>
              <w:rPr>
                <w:rFonts w:ascii="宋体"/>
                <w:kern w:val="0"/>
                <w:sz w:val="24"/>
                <w:szCs w:val="24"/>
              </w:rPr>
            </w:pPr>
            <w:r w:rsidRPr="007C214A">
              <w:rPr>
                <w:rFonts w:ascii="宋体" w:hAnsi="宋体" w:hint="eastAsia"/>
                <w:kern w:val="0"/>
                <w:sz w:val="24"/>
                <w:szCs w:val="24"/>
              </w:rPr>
              <w:t>烤肠</w:t>
            </w:r>
          </w:p>
        </w:tc>
        <w:tc>
          <w:tcPr>
            <w:tcW w:w="851" w:type="dxa"/>
          </w:tcPr>
          <w:p w:rsidR="006C08D0" w:rsidRPr="007C214A" w:rsidRDefault="006C08D0" w:rsidP="00216D43">
            <w:pPr>
              <w:pStyle w:val="NoSpacing"/>
              <w:spacing w:line="360" w:lineRule="auto"/>
              <w:jc w:val="center"/>
              <w:rPr>
                <w:rFonts w:ascii="宋体"/>
                <w:kern w:val="0"/>
                <w:sz w:val="24"/>
                <w:szCs w:val="24"/>
              </w:rPr>
            </w:pPr>
          </w:p>
        </w:tc>
        <w:tc>
          <w:tcPr>
            <w:tcW w:w="992" w:type="dxa"/>
          </w:tcPr>
          <w:p w:rsidR="006C08D0" w:rsidRPr="007C214A" w:rsidRDefault="006C08D0" w:rsidP="00216D43">
            <w:pPr>
              <w:pStyle w:val="NoSpacing"/>
              <w:spacing w:line="360" w:lineRule="auto"/>
              <w:jc w:val="center"/>
              <w:rPr>
                <w:rFonts w:ascii="宋体" w:hAnsi="宋体"/>
                <w:kern w:val="0"/>
                <w:sz w:val="24"/>
                <w:szCs w:val="24"/>
              </w:rPr>
            </w:pPr>
            <w:r w:rsidRPr="007C214A">
              <w:rPr>
                <w:rFonts w:ascii="宋体" w:hAnsi="宋体"/>
                <w:kern w:val="0"/>
                <w:sz w:val="24"/>
                <w:szCs w:val="24"/>
              </w:rPr>
              <w:t>19KG</w:t>
            </w:r>
          </w:p>
        </w:tc>
        <w:tc>
          <w:tcPr>
            <w:tcW w:w="709" w:type="dxa"/>
            <w:vAlign w:val="center"/>
          </w:tcPr>
          <w:p w:rsidR="006C08D0" w:rsidRPr="007C214A" w:rsidRDefault="006C08D0" w:rsidP="00216D43">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r w:rsidR="006C08D0" w:rsidRPr="007C214A" w:rsidTr="009100AB">
        <w:trPr>
          <w:trHeight w:val="533"/>
        </w:trPr>
        <w:tc>
          <w:tcPr>
            <w:tcW w:w="836" w:type="dxa"/>
          </w:tcPr>
          <w:p w:rsidR="006C08D0" w:rsidRPr="007C214A" w:rsidRDefault="006C08D0" w:rsidP="009100AB">
            <w:pPr>
              <w:pStyle w:val="NoSpacing"/>
              <w:spacing w:line="360" w:lineRule="auto"/>
              <w:jc w:val="center"/>
              <w:rPr>
                <w:rFonts w:ascii="宋体"/>
                <w:kern w:val="0"/>
                <w:sz w:val="24"/>
                <w:szCs w:val="24"/>
              </w:rPr>
            </w:pPr>
            <w:r>
              <w:rPr>
                <w:rFonts w:ascii="宋体"/>
                <w:kern w:val="0"/>
                <w:sz w:val="24"/>
                <w:szCs w:val="24"/>
              </w:rPr>
              <w:t>8</w:t>
            </w:r>
          </w:p>
        </w:tc>
        <w:tc>
          <w:tcPr>
            <w:tcW w:w="154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乇乇肉</w:t>
            </w:r>
          </w:p>
        </w:tc>
        <w:tc>
          <w:tcPr>
            <w:tcW w:w="851" w:type="dxa"/>
          </w:tcPr>
          <w:p w:rsidR="006C08D0" w:rsidRPr="007C214A" w:rsidRDefault="006C08D0" w:rsidP="009100AB">
            <w:pPr>
              <w:pStyle w:val="NoSpacing"/>
              <w:spacing w:line="360" w:lineRule="auto"/>
              <w:jc w:val="center"/>
              <w:rPr>
                <w:rFonts w:ascii="宋体"/>
                <w:kern w:val="0"/>
                <w:sz w:val="24"/>
                <w:szCs w:val="24"/>
              </w:rPr>
            </w:pPr>
          </w:p>
        </w:tc>
        <w:tc>
          <w:tcPr>
            <w:tcW w:w="992"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color w:val="000000"/>
                <w:kern w:val="0"/>
                <w:sz w:val="22"/>
              </w:rPr>
              <w:t>12KG</w:t>
            </w:r>
          </w:p>
        </w:tc>
        <w:tc>
          <w:tcPr>
            <w:tcW w:w="709"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354" w:type="dxa"/>
          </w:tcPr>
          <w:p w:rsidR="006C08D0" w:rsidRPr="007C214A" w:rsidRDefault="006C08D0" w:rsidP="009100AB">
            <w:pPr>
              <w:pStyle w:val="NoSpacing"/>
              <w:spacing w:line="360" w:lineRule="auto"/>
              <w:jc w:val="center"/>
              <w:rPr>
                <w:rFonts w:ascii="宋体"/>
                <w:kern w:val="0"/>
                <w:sz w:val="24"/>
                <w:szCs w:val="24"/>
              </w:rPr>
            </w:pPr>
          </w:p>
        </w:tc>
        <w:tc>
          <w:tcPr>
            <w:tcW w:w="1481" w:type="dxa"/>
          </w:tcPr>
          <w:p w:rsidR="006C08D0" w:rsidRPr="007C214A" w:rsidRDefault="006C08D0" w:rsidP="009100AB">
            <w:pPr>
              <w:pStyle w:val="NoSpacing"/>
              <w:spacing w:line="360" w:lineRule="auto"/>
              <w:jc w:val="center"/>
              <w:rPr>
                <w:rFonts w:ascii="宋体"/>
                <w:kern w:val="0"/>
                <w:sz w:val="24"/>
                <w:szCs w:val="24"/>
              </w:rPr>
            </w:pPr>
          </w:p>
        </w:tc>
        <w:tc>
          <w:tcPr>
            <w:tcW w:w="992" w:type="dxa"/>
            <w:vMerge/>
          </w:tcPr>
          <w:p w:rsidR="006C08D0" w:rsidRPr="007C214A" w:rsidRDefault="006C08D0" w:rsidP="009100AB">
            <w:pPr>
              <w:pStyle w:val="NoSpacing"/>
              <w:spacing w:line="360" w:lineRule="auto"/>
              <w:jc w:val="center"/>
              <w:rPr>
                <w:rFonts w:ascii="宋体"/>
                <w:kern w:val="0"/>
                <w:sz w:val="24"/>
                <w:szCs w:val="24"/>
              </w:rPr>
            </w:pPr>
          </w:p>
        </w:tc>
      </w:tr>
    </w:tbl>
    <w:p w:rsidR="006C08D0" w:rsidRPr="00707378" w:rsidRDefault="006C08D0" w:rsidP="009B7EE8">
      <w:pPr>
        <w:pStyle w:val="NoSpacing"/>
        <w:spacing w:line="360" w:lineRule="auto"/>
        <w:rPr>
          <w:rFonts w:ascii="宋体"/>
          <w:kern w:val="0"/>
          <w:sz w:val="24"/>
          <w:szCs w:val="24"/>
        </w:rPr>
      </w:pPr>
      <w:r w:rsidRPr="00707378">
        <w:rPr>
          <w:rFonts w:ascii="宋体" w:hAnsi="宋体" w:hint="eastAsia"/>
          <w:kern w:val="0"/>
          <w:sz w:val="24"/>
          <w:szCs w:val="24"/>
        </w:rPr>
        <w:t>注：</w:t>
      </w:r>
      <w:r w:rsidRPr="00707378">
        <w:rPr>
          <w:rFonts w:ascii="宋体" w:hAnsi="宋体"/>
          <w:kern w:val="0"/>
          <w:sz w:val="24"/>
          <w:szCs w:val="24"/>
        </w:rPr>
        <w:t>1</w:t>
      </w:r>
      <w:r w:rsidRPr="00707378">
        <w:rPr>
          <w:rFonts w:ascii="宋体" w:hAnsi="宋体" w:hint="eastAsia"/>
          <w:kern w:val="0"/>
          <w:sz w:val="24"/>
          <w:szCs w:val="24"/>
        </w:rPr>
        <w:t>、以上八项产品必须逐一报价，无报价内容的栏目计零分。</w:t>
      </w:r>
      <w:r>
        <w:rPr>
          <w:rFonts w:ascii="宋体" w:hAnsi="宋体" w:hint="eastAsia"/>
          <w:kern w:val="0"/>
          <w:sz w:val="24"/>
          <w:szCs w:val="24"/>
        </w:rPr>
        <w:t>（报价完全相同的投标人投标项可以并列排名、得分，下一个排名则相应空缺。）</w:t>
      </w:r>
    </w:p>
    <w:p w:rsidR="006C08D0" w:rsidRPr="006232FF" w:rsidRDefault="006C08D0" w:rsidP="00E4084F">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6C08D0" w:rsidRPr="00707378" w:rsidRDefault="006C08D0" w:rsidP="00E4084F">
      <w:pPr>
        <w:spacing w:line="380" w:lineRule="exact"/>
        <w:ind w:firstLineChars="197" w:firstLine="31680"/>
        <w:rPr>
          <w:rFonts w:ascii="宋体"/>
          <w:kern w:val="0"/>
          <w:sz w:val="24"/>
          <w:szCs w:val="24"/>
        </w:rPr>
      </w:pPr>
      <w:r w:rsidRPr="00707378">
        <w:rPr>
          <w:rFonts w:ascii="宋体" w:hAnsi="宋体"/>
          <w:kern w:val="0"/>
          <w:sz w:val="24"/>
          <w:szCs w:val="24"/>
        </w:rPr>
        <w:t>3</w:t>
      </w:r>
      <w:r w:rsidRPr="00707378">
        <w:rPr>
          <w:rFonts w:ascii="宋体" w:hAnsi="宋体" w:hint="eastAsia"/>
          <w:kern w:val="0"/>
          <w:sz w:val="24"/>
          <w:szCs w:val="24"/>
        </w:rPr>
        <w:t>、中标后所供禽产品的“品牌”、“等级”“规格与包装”等须与报价单完全一致。</w:t>
      </w:r>
    </w:p>
    <w:p w:rsidR="006C08D0" w:rsidRPr="00707378" w:rsidRDefault="006C08D0" w:rsidP="00E4084F">
      <w:pPr>
        <w:spacing w:line="400" w:lineRule="exact"/>
        <w:ind w:firstLineChars="50" w:firstLine="31680"/>
        <w:rPr>
          <w:rFonts w:ascii="宋体"/>
          <w:kern w:val="0"/>
          <w:sz w:val="24"/>
          <w:szCs w:val="24"/>
        </w:rPr>
      </w:pPr>
    </w:p>
    <w:p w:rsidR="006C08D0" w:rsidRPr="00300B24" w:rsidRDefault="006C08D0" w:rsidP="00E4084F">
      <w:pPr>
        <w:spacing w:line="400" w:lineRule="exact"/>
        <w:ind w:firstLineChars="50" w:firstLine="31680"/>
        <w:rPr>
          <w:sz w:val="28"/>
          <w:szCs w:val="28"/>
        </w:rPr>
      </w:pPr>
    </w:p>
    <w:p w:rsidR="006C08D0" w:rsidRDefault="006C08D0" w:rsidP="00E4084F">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6C08D0" w:rsidRDefault="006C08D0" w:rsidP="00E4084F">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6C08D0" w:rsidRDefault="006C08D0" w:rsidP="00E4084F">
      <w:pPr>
        <w:spacing w:line="400" w:lineRule="exact"/>
        <w:ind w:firstLineChars="50" w:firstLine="31680"/>
        <w:rPr>
          <w:sz w:val="28"/>
          <w:szCs w:val="28"/>
        </w:rPr>
      </w:pPr>
    </w:p>
    <w:p w:rsidR="006C08D0" w:rsidRDefault="006C08D0" w:rsidP="00E4084F">
      <w:pPr>
        <w:spacing w:line="400" w:lineRule="exact"/>
        <w:ind w:firstLineChars="50" w:firstLine="31680"/>
        <w:rPr>
          <w:sz w:val="28"/>
          <w:szCs w:val="28"/>
        </w:rPr>
      </w:pPr>
    </w:p>
    <w:p w:rsidR="006C08D0" w:rsidRDefault="006C08D0" w:rsidP="00E4084F">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6C08D0" w:rsidRDefault="006C08D0" w:rsidP="00E4084F">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6C08D0" w:rsidRDefault="006C08D0" w:rsidP="008D7CCD">
      <w:pPr>
        <w:widowControl/>
        <w:spacing w:afterLines="100"/>
        <w:jc w:val="center"/>
        <w:rPr>
          <w:rFonts w:ascii="宋体"/>
          <w:b/>
          <w:spacing w:val="68"/>
          <w:sz w:val="48"/>
          <w:szCs w:val="48"/>
        </w:rPr>
      </w:pPr>
      <w:r>
        <w:rPr>
          <w:rFonts w:ascii="宋体" w:hAnsi="宋体" w:hint="eastAsia"/>
          <w:b/>
          <w:spacing w:val="68"/>
          <w:sz w:val="48"/>
          <w:szCs w:val="48"/>
        </w:rPr>
        <w:t>供货合同</w:t>
      </w:r>
    </w:p>
    <w:p w:rsidR="006C08D0" w:rsidRDefault="006C08D0"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6C08D0" w:rsidRDefault="006C08D0" w:rsidP="00234266">
      <w:pPr>
        <w:widowControl/>
        <w:rPr>
          <w:rFonts w:ascii="宋体" w:cs="宋体"/>
          <w:kern w:val="0"/>
          <w:sz w:val="28"/>
          <w:szCs w:val="28"/>
          <w:u w:val="single"/>
        </w:rPr>
      </w:pPr>
      <w:r>
        <w:rPr>
          <w:rFonts w:ascii="宋体" w:hAnsi="宋体" w:cs="宋体" w:hint="eastAsia"/>
          <w:kern w:val="0"/>
          <w:sz w:val="28"/>
          <w:szCs w:val="28"/>
        </w:rPr>
        <w:t>乙方：</w:t>
      </w:r>
    </w:p>
    <w:p w:rsidR="006C08D0" w:rsidRDefault="006C08D0" w:rsidP="00E4084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6C08D0" w:rsidRDefault="006C08D0" w:rsidP="00E4084F">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E6670E">
        <w:rPr>
          <w:rFonts w:hint="eastAsia"/>
          <w:b/>
          <w:sz w:val="28"/>
          <w:szCs w:val="28"/>
          <w:u w:val="single"/>
        </w:rPr>
        <w:t>禽肉及禽副产品</w:t>
      </w:r>
      <w:r>
        <w:rPr>
          <w:b/>
          <w:sz w:val="28"/>
          <w:szCs w:val="28"/>
          <w:u w:val="single"/>
        </w:rPr>
        <w:t xml:space="preserve"> </w:t>
      </w:r>
      <w:r>
        <w:rPr>
          <w:rFonts w:ascii="宋体" w:hAnsi="宋体" w:cs="宋体"/>
          <w:kern w:val="0"/>
          <w:sz w:val="28"/>
          <w:szCs w:val="28"/>
          <w:u w:val="single"/>
        </w:rPr>
        <w:t xml:space="preserve">  </w:t>
      </w:r>
    </w:p>
    <w:p w:rsidR="006C08D0" w:rsidRPr="00616611" w:rsidRDefault="006C08D0" w:rsidP="00E4084F">
      <w:pPr>
        <w:widowControl/>
        <w:spacing w:line="540" w:lineRule="exact"/>
        <w:ind w:firstLineChars="200" w:firstLine="31680"/>
        <w:rPr>
          <w:b/>
          <w:color w:val="FF0000"/>
          <w:sz w:val="28"/>
          <w:szCs w:val="28"/>
          <w:u w:val="single"/>
        </w:rPr>
      </w:pPr>
      <w:r>
        <w:rPr>
          <w:rFonts w:ascii="宋体" w:hAnsi="宋体" w:cs="宋体" w:hint="eastAsia"/>
          <w:kern w:val="0"/>
          <w:sz w:val="28"/>
          <w:szCs w:val="28"/>
        </w:rPr>
        <w:t>二、合同期限：</w:t>
      </w:r>
      <w:r w:rsidRPr="00616611">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616611">
        <w:rPr>
          <w:rFonts w:ascii="宋体" w:hAnsi="宋体" w:cs="宋体" w:hint="eastAsia"/>
          <w:color w:val="FF0000"/>
          <w:kern w:val="0"/>
          <w:sz w:val="28"/>
          <w:szCs w:val="28"/>
          <w:u w:val="single"/>
        </w:rPr>
        <w:t>月）</w:t>
      </w:r>
    </w:p>
    <w:p w:rsidR="006C08D0" w:rsidRDefault="006C08D0" w:rsidP="00E4084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6C08D0" w:rsidRDefault="006C08D0" w:rsidP="00E4084F">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6C08D0" w:rsidRPr="0093365F" w:rsidRDefault="006C08D0" w:rsidP="00E4084F">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6C08D0" w:rsidRPr="0093365F" w:rsidRDefault="006C08D0" w:rsidP="00E4084F">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3.</w:t>
      </w:r>
      <w:r w:rsidRPr="00ED772A">
        <w:rPr>
          <w:sz w:val="28"/>
          <w:szCs w:val="28"/>
        </w:rPr>
        <w:t xml:space="preserve"> </w:t>
      </w:r>
      <w:r>
        <w:rPr>
          <w:rFonts w:hint="eastAsia"/>
          <w:sz w:val="28"/>
          <w:szCs w:val="28"/>
        </w:rPr>
        <w:t>乙方供货时应提供原料（禽肉及禽副产品生产厂家）生产地的检疫部门提供的检验、检疫等合格证明（每周至少一次；对于不能提供检验、检疫等合格证明原件的，必须提供复印件，并提供原件比对），否则</w:t>
      </w:r>
      <w:r>
        <w:rPr>
          <w:rFonts w:ascii="宋体" w:hAnsi="宋体" w:cs="宋体" w:hint="eastAsia"/>
          <w:kern w:val="0"/>
          <w:sz w:val="28"/>
          <w:szCs w:val="28"/>
        </w:rPr>
        <w:t>甲方</w:t>
      </w:r>
      <w:r>
        <w:rPr>
          <w:rFonts w:hint="eastAsia"/>
          <w:sz w:val="28"/>
          <w:szCs w:val="28"/>
        </w:rPr>
        <w:t>有权拒收。</w:t>
      </w:r>
    </w:p>
    <w:p w:rsidR="006C08D0" w:rsidRPr="0093365F" w:rsidRDefault="006C08D0" w:rsidP="00E4084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6C08D0" w:rsidRPr="0093365F" w:rsidRDefault="006C08D0" w:rsidP="00E4084F">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6C08D0" w:rsidRDefault="006C08D0" w:rsidP="00E4084F">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6C08D0" w:rsidRDefault="006C08D0" w:rsidP="00E4084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6C08D0" w:rsidRDefault="006C08D0" w:rsidP="00E4084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6C08D0" w:rsidRDefault="006C08D0" w:rsidP="00E4084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6C08D0" w:rsidRDefault="006C08D0" w:rsidP="00E4084F">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6C08D0" w:rsidRDefault="006C08D0" w:rsidP="00E4084F">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6C08D0" w:rsidRDefault="006C08D0" w:rsidP="00E4084F">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6C08D0" w:rsidRPr="00DB6F1C" w:rsidRDefault="006C08D0" w:rsidP="00ED772A">
      <w:pPr>
        <w:pStyle w:val="NoSpacing"/>
        <w:spacing w:line="360" w:lineRule="auto"/>
        <w:rPr>
          <w:rFonts w:ascii="宋体"/>
          <w:kern w:val="0"/>
          <w:sz w:val="24"/>
          <w:szCs w:val="24"/>
        </w:rPr>
      </w:pPr>
      <w:r w:rsidRPr="00DB6F1C">
        <w:rPr>
          <w:rFonts w:ascii="宋体" w:hAnsi="宋体" w:hint="eastAsia"/>
          <w:kern w:val="0"/>
          <w:sz w:val="24"/>
          <w:szCs w:val="24"/>
        </w:rPr>
        <w:t>禽肉及禽副产品</w:t>
      </w:r>
      <w:r>
        <w:rPr>
          <w:rFonts w:ascii="宋体" w:hAnsi="宋体" w:hint="eastAsia"/>
          <w:kern w:val="0"/>
          <w:sz w:val="24"/>
          <w:szCs w:val="24"/>
        </w:rPr>
        <w:t>（执行国家标准</w:t>
      </w:r>
      <w:r w:rsidRPr="00FC2FD7">
        <w:rPr>
          <w:rFonts w:ascii="宋体" w:hAnsi="宋体"/>
          <w:kern w:val="0"/>
          <w:sz w:val="24"/>
          <w:szCs w:val="24"/>
        </w:rPr>
        <w:t>GB 16869—2005</w:t>
      </w:r>
      <w:r>
        <w:rPr>
          <w:rFonts w:ascii="宋体" w:hAnsi="宋体" w:hint="eastAsia"/>
          <w:kern w:val="0"/>
          <w:sz w:val="24"/>
          <w:szCs w:val="24"/>
        </w:rPr>
        <w:t>）</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
        <w:gridCol w:w="1116"/>
        <w:gridCol w:w="768"/>
        <w:gridCol w:w="816"/>
        <w:gridCol w:w="854"/>
        <w:gridCol w:w="1260"/>
        <w:gridCol w:w="1440"/>
        <w:gridCol w:w="900"/>
        <w:gridCol w:w="900"/>
      </w:tblGrid>
      <w:tr w:rsidR="006C08D0" w:rsidRPr="007C214A" w:rsidTr="00607441">
        <w:trPr>
          <w:trHeight w:val="1033"/>
        </w:trPr>
        <w:tc>
          <w:tcPr>
            <w:tcW w:w="468"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768"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8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854"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tcBorders>
              <w:right w:val="single" w:sz="4" w:space="0" w:color="auto"/>
            </w:tcBorders>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40" w:type="dxa"/>
            <w:tcBorders>
              <w:left w:val="single" w:sz="4" w:space="0" w:color="auto"/>
            </w:tcBorders>
            <w:vAlign w:val="center"/>
          </w:tcPr>
          <w:p w:rsidR="006C08D0" w:rsidRDefault="006C08D0" w:rsidP="00607441">
            <w:pPr>
              <w:spacing w:line="320" w:lineRule="exact"/>
              <w:jc w:val="center"/>
              <w:rPr>
                <w:rFonts w:ascii="宋体"/>
                <w:b/>
                <w:sz w:val="28"/>
                <w:szCs w:val="32"/>
              </w:rPr>
            </w:pPr>
            <w:r>
              <w:rPr>
                <w:rFonts w:ascii="宋体" w:hAnsi="宋体" w:hint="eastAsia"/>
                <w:b/>
                <w:sz w:val="28"/>
                <w:szCs w:val="32"/>
              </w:rPr>
              <w:t>供货价</w:t>
            </w:r>
          </w:p>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90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0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6C08D0" w:rsidRPr="007C214A" w:rsidTr="00607441">
        <w:trPr>
          <w:trHeight w:val="517"/>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鸡上腿</w:t>
            </w:r>
          </w:p>
        </w:tc>
        <w:tc>
          <w:tcPr>
            <w:tcW w:w="7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9.5KG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益客</w:t>
            </w:r>
          </w:p>
        </w:tc>
      </w:tr>
      <w:tr w:rsidR="006C08D0" w:rsidRPr="007C214A" w:rsidTr="00607441">
        <w:trPr>
          <w:trHeight w:val="517"/>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鸡翅根</w:t>
            </w:r>
          </w:p>
        </w:tc>
        <w:tc>
          <w:tcPr>
            <w:tcW w:w="7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六和</w:t>
            </w:r>
          </w:p>
        </w:tc>
      </w:tr>
      <w:tr w:rsidR="006C08D0" w:rsidRPr="007C214A" w:rsidTr="00607441">
        <w:trPr>
          <w:trHeight w:val="517"/>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鸡脯</w:t>
            </w:r>
          </w:p>
        </w:tc>
        <w:tc>
          <w:tcPr>
            <w:tcW w:w="768" w:type="dxa"/>
          </w:tcPr>
          <w:p w:rsidR="006C08D0" w:rsidRPr="007C214A" w:rsidRDefault="006C08D0" w:rsidP="009100AB">
            <w:pPr>
              <w:pStyle w:val="NoSpacing"/>
              <w:spacing w:line="360" w:lineRule="auto"/>
              <w:jc w:val="center"/>
              <w:rPr>
                <w:rFonts w:ascii="宋体"/>
                <w:kern w:val="0"/>
                <w:sz w:val="24"/>
                <w:szCs w:val="24"/>
              </w:rPr>
            </w:pP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六和</w:t>
            </w:r>
          </w:p>
        </w:tc>
      </w:tr>
      <w:tr w:rsidR="006C08D0" w:rsidRPr="007C214A" w:rsidTr="00607441">
        <w:trPr>
          <w:trHeight w:val="533"/>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半片鸭</w:t>
            </w:r>
          </w:p>
        </w:tc>
        <w:tc>
          <w:tcPr>
            <w:tcW w:w="768" w:type="dxa"/>
          </w:tcPr>
          <w:p w:rsidR="006C08D0" w:rsidRPr="007C214A" w:rsidRDefault="006C08D0" w:rsidP="009100AB">
            <w:pPr>
              <w:pStyle w:val="NoSpacing"/>
              <w:spacing w:line="360" w:lineRule="auto"/>
              <w:jc w:val="center"/>
              <w:rPr>
                <w:rFonts w:ascii="宋体"/>
                <w:kern w:val="0"/>
                <w:sz w:val="24"/>
                <w:szCs w:val="24"/>
              </w:rPr>
            </w:pP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华英</w:t>
            </w:r>
          </w:p>
        </w:tc>
      </w:tr>
      <w:tr w:rsidR="006C08D0" w:rsidRPr="007C214A" w:rsidTr="00607441">
        <w:trPr>
          <w:trHeight w:val="533"/>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培根</w:t>
            </w:r>
          </w:p>
        </w:tc>
        <w:tc>
          <w:tcPr>
            <w:tcW w:w="768" w:type="dxa"/>
          </w:tcPr>
          <w:p w:rsidR="006C08D0" w:rsidRPr="007C214A" w:rsidRDefault="006C08D0" w:rsidP="009100AB">
            <w:pPr>
              <w:pStyle w:val="NoSpacing"/>
              <w:spacing w:line="360" w:lineRule="auto"/>
              <w:jc w:val="center"/>
              <w:rPr>
                <w:rFonts w:ascii="宋体"/>
                <w:kern w:val="0"/>
                <w:sz w:val="24"/>
                <w:szCs w:val="24"/>
              </w:rPr>
            </w:pP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12KG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铭佑</w:t>
            </w:r>
          </w:p>
        </w:tc>
      </w:tr>
      <w:tr w:rsidR="006C08D0" w:rsidRPr="007C214A" w:rsidTr="00607441">
        <w:trPr>
          <w:trHeight w:val="533"/>
        </w:trPr>
        <w:tc>
          <w:tcPr>
            <w:tcW w:w="468"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鸡排</w:t>
            </w:r>
          </w:p>
        </w:tc>
        <w:tc>
          <w:tcPr>
            <w:tcW w:w="768" w:type="dxa"/>
          </w:tcPr>
          <w:p w:rsidR="006C08D0" w:rsidRPr="007C214A" w:rsidRDefault="006C08D0" w:rsidP="009100AB">
            <w:pPr>
              <w:pStyle w:val="NoSpacing"/>
              <w:spacing w:line="360" w:lineRule="auto"/>
              <w:jc w:val="center"/>
              <w:rPr>
                <w:rFonts w:ascii="宋体"/>
                <w:kern w:val="0"/>
                <w:sz w:val="24"/>
                <w:szCs w:val="24"/>
              </w:rPr>
            </w:pPr>
          </w:p>
        </w:tc>
        <w:tc>
          <w:tcPr>
            <w:tcW w:w="816" w:type="dxa"/>
          </w:tcPr>
          <w:p w:rsidR="006C08D0" w:rsidRPr="007C214A" w:rsidRDefault="006C08D0" w:rsidP="009100AB">
            <w:pPr>
              <w:pStyle w:val="NoSpacing"/>
              <w:spacing w:line="360" w:lineRule="auto"/>
              <w:jc w:val="center"/>
              <w:rPr>
                <w:rFonts w:ascii="宋体" w:hAnsi="宋体"/>
                <w:kern w:val="0"/>
                <w:sz w:val="24"/>
                <w:szCs w:val="24"/>
              </w:rPr>
            </w:pPr>
            <w:r w:rsidRPr="007C214A">
              <w:rPr>
                <w:rFonts w:ascii="宋体" w:hAnsi="宋体"/>
                <w:kern w:val="0"/>
                <w:sz w:val="24"/>
                <w:szCs w:val="24"/>
              </w:rPr>
              <w:t>12KG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hint="eastAsia"/>
                <w:kern w:val="0"/>
                <w:sz w:val="24"/>
                <w:szCs w:val="24"/>
              </w:rPr>
              <w:t>中意</w:t>
            </w:r>
          </w:p>
        </w:tc>
      </w:tr>
      <w:tr w:rsidR="006C08D0" w:rsidRPr="007C214A" w:rsidTr="00607441">
        <w:trPr>
          <w:trHeight w:val="533"/>
        </w:trPr>
        <w:tc>
          <w:tcPr>
            <w:tcW w:w="468" w:type="dxa"/>
          </w:tcPr>
          <w:p w:rsidR="006C08D0" w:rsidRPr="007C214A" w:rsidRDefault="006C08D0" w:rsidP="009100AB">
            <w:pPr>
              <w:pStyle w:val="NoSpacing"/>
              <w:spacing w:line="360" w:lineRule="auto"/>
              <w:jc w:val="center"/>
              <w:rPr>
                <w:rFonts w:ascii="宋体"/>
                <w:kern w:val="0"/>
                <w:sz w:val="24"/>
                <w:szCs w:val="24"/>
              </w:rPr>
            </w:pPr>
            <w:r>
              <w:rPr>
                <w:rFonts w:ascii="宋体" w:hAnsi="宋体"/>
                <w:kern w:val="0"/>
                <w:sz w:val="24"/>
                <w:szCs w:val="24"/>
              </w:rPr>
              <w:t>7</w:t>
            </w:r>
          </w:p>
        </w:tc>
        <w:tc>
          <w:tcPr>
            <w:tcW w:w="1116" w:type="dxa"/>
            <w:vAlign w:val="center"/>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乇乇肉</w:t>
            </w:r>
          </w:p>
        </w:tc>
        <w:tc>
          <w:tcPr>
            <w:tcW w:w="768" w:type="dxa"/>
          </w:tcPr>
          <w:p w:rsidR="006C08D0" w:rsidRPr="007C214A" w:rsidRDefault="006C08D0" w:rsidP="009100AB">
            <w:pPr>
              <w:pStyle w:val="NoSpacing"/>
              <w:spacing w:line="360" w:lineRule="auto"/>
              <w:jc w:val="center"/>
              <w:rPr>
                <w:rFonts w:ascii="宋体"/>
                <w:kern w:val="0"/>
                <w:sz w:val="24"/>
                <w:szCs w:val="24"/>
              </w:rPr>
            </w:pPr>
          </w:p>
        </w:tc>
        <w:tc>
          <w:tcPr>
            <w:tcW w:w="816"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color w:val="000000"/>
                <w:kern w:val="0"/>
                <w:sz w:val="22"/>
              </w:rPr>
              <w:t>12KG</w:t>
            </w:r>
          </w:p>
        </w:tc>
        <w:tc>
          <w:tcPr>
            <w:tcW w:w="854" w:type="dxa"/>
            <w:vAlign w:val="center"/>
          </w:tcPr>
          <w:p w:rsidR="006C08D0" w:rsidRPr="007C214A" w:rsidRDefault="006C08D0" w:rsidP="009100AB">
            <w:pPr>
              <w:jc w:val="center"/>
            </w:pPr>
            <w:r w:rsidRPr="007C214A">
              <w:rPr>
                <w:rFonts w:ascii="宋体" w:hAnsi="宋体" w:hint="eastAsia"/>
                <w:kern w:val="0"/>
                <w:sz w:val="24"/>
                <w:szCs w:val="24"/>
              </w:rPr>
              <w:t>箱</w:t>
            </w:r>
          </w:p>
        </w:tc>
        <w:tc>
          <w:tcPr>
            <w:tcW w:w="1260" w:type="dxa"/>
            <w:tcBorders>
              <w:righ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1440" w:type="dxa"/>
            <w:tcBorders>
              <w:left w:val="single" w:sz="4" w:space="0" w:color="auto"/>
            </w:tcBorders>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p>
        </w:tc>
        <w:tc>
          <w:tcPr>
            <w:tcW w:w="900" w:type="dxa"/>
          </w:tcPr>
          <w:p w:rsidR="006C08D0" w:rsidRPr="007C214A" w:rsidRDefault="006C08D0"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大阳</w:t>
            </w:r>
          </w:p>
        </w:tc>
      </w:tr>
    </w:tbl>
    <w:p w:rsidR="006C08D0" w:rsidRPr="00616611" w:rsidRDefault="006C08D0" w:rsidP="006C08D0">
      <w:pPr>
        <w:spacing w:line="380" w:lineRule="exact"/>
        <w:ind w:firstLineChars="197" w:firstLine="31680"/>
        <w:rPr>
          <w:rFonts w:ascii="宋体"/>
          <w:color w:val="FF0000"/>
          <w:sz w:val="24"/>
          <w:szCs w:val="24"/>
        </w:rPr>
      </w:pPr>
      <w:r w:rsidRPr="00616611">
        <w:rPr>
          <w:rFonts w:ascii="宋体" w:hAnsi="宋体" w:hint="eastAsia"/>
          <w:color w:val="FF0000"/>
          <w:sz w:val="24"/>
          <w:szCs w:val="24"/>
        </w:rPr>
        <w:t>注：</w:t>
      </w:r>
      <w:r w:rsidRPr="00616611">
        <w:rPr>
          <w:rFonts w:ascii="宋体" w:hAnsi="宋体"/>
          <w:color w:val="FF0000"/>
          <w:sz w:val="24"/>
          <w:szCs w:val="24"/>
        </w:rPr>
        <w:t>1</w:t>
      </w:r>
      <w:r w:rsidRPr="00616611">
        <w:rPr>
          <w:rFonts w:ascii="宋体" w:hAnsi="宋体" w:hint="eastAsia"/>
          <w:color w:val="FF0000"/>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6C08D0" w:rsidRPr="00616611" w:rsidRDefault="006C08D0" w:rsidP="00E4084F">
      <w:pPr>
        <w:spacing w:line="380" w:lineRule="exact"/>
        <w:ind w:firstLineChars="197" w:firstLine="31680"/>
        <w:rPr>
          <w:rFonts w:ascii="宋体"/>
          <w:color w:val="FF0000"/>
          <w:sz w:val="24"/>
          <w:szCs w:val="24"/>
        </w:rPr>
      </w:pPr>
      <w:r w:rsidRPr="00616611">
        <w:rPr>
          <w:rFonts w:ascii="宋体" w:hAnsi="宋体"/>
          <w:color w:val="FF0000"/>
          <w:sz w:val="24"/>
          <w:szCs w:val="24"/>
        </w:rPr>
        <w:t>2</w:t>
      </w:r>
      <w:r w:rsidRPr="00616611">
        <w:rPr>
          <w:rFonts w:ascii="宋体" w:hAnsi="宋体" w:hint="eastAsia"/>
          <w:color w:val="FF0000"/>
          <w:sz w:val="24"/>
          <w:szCs w:val="24"/>
        </w:rPr>
        <w:t>中标后所供禽产品的“品牌”、“等级”“、”格与包装”等须与报价单完全一致。</w:t>
      </w:r>
    </w:p>
    <w:p w:rsidR="006C08D0" w:rsidRDefault="006C08D0" w:rsidP="00E4084F">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6C08D0" w:rsidRPr="0090739E" w:rsidRDefault="006C08D0" w:rsidP="00E4084F">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6C08D0" w:rsidRPr="0090739E" w:rsidRDefault="006C08D0" w:rsidP="00E4084F">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6C08D0" w:rsidRPr="0090739E" w:rsidRDefault="006C08D0" w:rsidP="00E4084F">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6C08D0" w:rsidRPr="0090739E" w:rsidRDefault="006C08D0" w:rsidP="00E4084F">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6C08D0" w:rsidRPr="0090739E" w:rsidRDefault="006C08D0" w:rsidP="00E4084F">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6C08D0" w:rsidRPr="0090739E" w:rsidRDefault="006C08D0" w:rsidP="00E4084F">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6C08D0" w:rsidRDefault="006C08D0" w:rsidP="00E4084F">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6C08D0" w:rsidRDefault="006C08D0" w:rsidP="00E4084F">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6C08D0" w:rsidRDefault="006C08D0" w:rsidP="00E4084F">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5</w:t>
      </w:r>
      <w:r>
        <w:rPr>
          <w:rFonts w:hint="eastAsia"/>
          <w:kern w:val="0"/>
          <w:sz w:val="28"/>
          <w:szCs w:val="28"/>
        </w:rPr>
        <w:t>）</w:t>
      </w:r>
      <w:r>
        <w:rPr>
          <w:rFonts w:ascii="宋体" w:hAnsi="宋体" w:cs="宋体" w:hint="eastAsia"/>
          <w:kern w:val="0"/>
          <w:sz w:val="28"/>
          <w:szCs w:val="28"/>
        </w:rPr>
        <w:t>病死、毒死或者死因不明的禽、蓄、兽、水产动物等及其制品；</w:t>
      </w:r>
      <w:r>
        <w:rPr>
          <w:rFonts w:ascii="宋体" w:hAnsi="宋体" w:cs="宋体"/>
          <w:kern w:val="0"/>
          <w:sz w:val="28"/>
          <w:szCs w:val="28"/>
        </w:rPr>
        <w:t xml:space="preserve"> </w:t>
      </w:r>
    </w:p>
    <w:p w:rsidR="006C08D0" w:rsidRDefault="006C08D0" w:rsidP="00E4084F">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6C08D0" w:rsidRDefault="006C08D0" w:rsidP="00E4084F">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6C08D0" w:rsidRDefault="006C08D0" w:rsidP="00E4084F">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6C08D0" w:rsidRPr="0090739E" w:rsidRDefault="006C08D0" w:rsidP="00E4084F">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6C08D0" w:rsidRDefault="006C08D0" w:rsidP="00E4084F">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6C08D0" w:rsidRDefault="006C08D0" w:rsidP="00E4084F">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6C08D0" w:rsidRDefault="006C08D0" w:rsidP="00E4084F">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6C08D0" w:rsidRDefault="006C08D0" w:rsidP="00E4084F">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6C08D0" w:rsidRDefault="006C08D0" w:rsidP="00E4084F">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6C08D0" w:rsidRDefault="006C08D0" w:rsidP="00E4084F">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6C08D0" w:rsidRDefault="006C08D0" w:rsidP="00E4084F">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6C08D0" w:rsidRDefault="006C08D0" w:rsidP="00E4084F">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6C08D0" w:rsidRDefault="006C08D0" w:rsidP="00E4084F">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6C08D0" w:rsidRDefault="006C08D0" w:rsidP="00E4084F">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6C08D0" w:rsidRDefault="006C08D0" w:rsidP="00E4084F">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6C08D0" w:rsidRDefault="006C08D0" w:rsidP="00E4084F">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6C08D0" w:rsidRDefault="006C08D0" w:rsidP="00E4084F">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6C08D0" w:rsidRDefault="006C08D0" w:rsidP="00E4084F">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6C08D0" w:rsidRDefault="006C08D0" w:rsidP="00E4084F">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6C08D0" w:rsidRDefault="006C08D0" w:rsidP="00E4084F">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6C08D0" w:rsidRDefault="006C08D0" w:rsidP="00E4084F">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6C08D0" w:rsidRDefault="006C08D0" w:rsidP="00E4084F">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6C08D0" w:rsidRDefault="006C08D0" w:rsidP="00E4084F">
      <w:pPr>
        <w:spacing w:line="430" w:lineRule="exact"/>
        <w:ind w:firstLineChars="200" w:firstLine="31680"/>
        <w:rPr>
          <w:rFonts w:ascii="宋体" w:cs="宋体"/>
          <w:kern w:val="0"/>
          <w:sz w:val="28"/>
          <w:szCs w:val="28"/>
        </w:rPr>
      </w:pPr>
    </w:p>
    <w:p w:rsidR="006C08D0" w:rsidRDefault="006C08D0"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6C08D0" w:rsidRDefault="006C08D0" w:rsidP="00E4084F">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6C08D0" w:rsidRDefault="006C08D0" w:rsidP="00E4084F">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6C08D0" w:rsidRDefault="006C08D0" w:rsidP="00234266">
      <w:pPr>
        <w:widowControl/>
        <w:spacing w:line="280" w:lineRule="exact"/>
        <w:jc w:val="left"/>
        <w:rPr>
          <w:rFonts w:ascii="宋体" w:cs="宋体"/>
          <w:kern w:val="0"/>
          <w:sz w:val="28"/>
          <w:szCs w:val="28"/>
        </w:rPr>
      </w:pPr>
      <w:r>
        <w:rPr>
          <w:rFonts w:ascii="宋体" w:cs="宋体"/>
          <w:kern w:val="0"/>
          <w:sz w:val="28"/>
          <w:szCs w:val="28"/>
        </w:rPr>
        <w:t> </w:t>
      </w:r>
    </w:p>
    <w:p w:rsidR="006C08D0" w:rsidRDefault="006C08D0"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6C08D0" w:rsidRDefault="006C08D0" w:rsidP="00234266">
      <w:pPr>
        <w:rPr>
          <w:rFonts w:ascii="宋体"/>
          <w:b/>
          <w:bCs/>
          <w:sz w:val="30"/>
          <w:szCs w:val="30"/>
        </w:rPr>
      </w:pPr>
    </w:p>
    <w:p w:rsidR="006C08D0" w:rsidRPr="00F9242A" w:rsidRDefault="006C08D0"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6C08D0" w:rsidRDefault="006C08D0" w:rsidP="00234266">
                  <w:pPr>
                    <w:spacing w:line="420" w:lineRule="exact"/>
                    <w:jc w:val="left"/>
                    <w:rPr>
                      <w:b/>
                      <w:sz w:val="30"/>
                      <w:szCs w:val="30"/>
                    </w:rPr>
                  </w:pPr>
                  <w:r>
                    <w:rPr>
                      <w:rFonts w:hint="eastAsia"/>
                      <w:b/>
                      <w:sz w:val="30"/>
                      <w:szCs w:val="30"/>
                    </w:rPr>
                    <w:t>初始编号：</w:t>
                  </w:r>
                </w:p>
                <w:p w:rsidR="006C08D0" w:rsidRDefault="006C08D0" w:rsidP="00234266">
                  <w:pPr>
                    <w:spacing w:line="420" w:lineRule="exact"/>
                    <w:jc w:val="left"/>
                  </w:pPr>
                  <w:r>
                    <w:rPr>
                      <w:rFonts w:hint="eastAsia"/>
                      <w:b/>
                      <w:sz w:val="30"/>
                      <w:szCs w:val="30"/>
                    </w:rPr>
                    <w:t>二次编号：</w:t>
                  </w:r>
                </w:p>
              </w:txbxContent>
            </v:textbox>
          </v:shape>
        </w:pict>
      </w:r>
      <w:r>
        <w:rPr>
          <w:rFonts w:hint="eastAsia"/>
          <w:b/>
          <w:sz w:val="30"/>
          <w:szCs w:val="30"/>
        </w:rPr>
        <w:t>附件五</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调禽肉及</w:t>
      </w:r>
      <w:r w:rsidRPr="005F3781">
        <w:rPr>
          <w:rFonts w:ascii="宋体" w:hAnsi="宋体" w:hint="eastAsia"/>
          <w:b/>
          <w:sz w:val="36"/>
          <w:szCs w:val="36"/>
        </w:rPr>
        <w:t>禽副产品投标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6C08D0" w:rsidTr="005C76BD">
        <w:trPr>
          <w:trHeight w:hRule="exact" w:val="624"/>
          <w:jc w:val="center"/>
        </w:trPr>
        <w:tc>
          <w:tcPr>
            <w:tcW w:w="1500" w:type="dxa"/>
            <w:vAlign w:val="center"/>
          </w:tcPr>
          <w:p w:rsidR="006C08D0" w:rsidRPr="00F326EE" w:rsidRDefault="006C08D0"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6C08D0" w:rsidRPr="00F326EE" w:rsidRDefault="006C08D0" w:rsidP="005C76BD">
            <w:pPr>
              <w:jc w:val="center"/>
              <w:rPr>
                <w:b/>
                <w:sz w:val="30"/>
                <w:szCs w:val="30"/>
              </w:rPr>
            </w:pPr>
            <w:r w:rsidRPr="00F326EE">
              <w:rPr>
                <w:rFonts w:hint="eastAsia"/>
                <w:b/>
                <w:sz w:val="30"/>
                <w:szCs w:val="30"/>
              </w:rPr>
              <w:t>材料名称</w:t>
            </w:r>
          </w:p>
        </w:tc>
        <w:tc>
          <w:tcPr>
            <w:tcW w:w="935" w:type="dxa"/>
          </w:tcPr>
          <w:p w:rsidR="006C08D0" w:rsidRPr="00F326EE" w:rsidRDefault="006C08D0" w:rsidP="005C76BD">
            <w:pPr>
              <w:jc w:val="center"/>
              <w:rPr>
                <w:b/>
                <w:sz w:val="30"/>
                <w:szCs w:val="30"/>
              </w:rPr>
            </w:pPr>
            <w:r w:rsidRPr="00F326EE">
              <w:rPr>
                <w:rFonts w:hint="eastAsia"/>
                <w:b/>
                <w:sz w:val="30"/>
                <w:szCs w:val="30"/>
              </w:rPr>
              <w:t>份数</w:t>
            </w:r>
          </w:p>
        </w:tc>
        <w:tc>
          <w:tcPr>
            <w:tcW w:w="1690" w:type="dxa"/>
            <w:vAlign w:val="center"/>
          </w:tcPr>
          <w:p w:rsidR="006C08D0" w:rsidRPr="00F326EE" w:rsidRDefault="006C08D0"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6C08D0" w:rsidTr="005C76BD">
        <w:trPr>
          <w:trHeight w:hRule="exact" w:val="556"/>
          <w:jc w:val="center"/>
        </w:trPr>
        <w:tc>
          <w:tcPr>
            <w:tcW w:w="1500" w:type="dxa"/>
            <w:vMerge w:val="restart"/>
            <w:vAlign w:val="center"/>
          </w:tcPr>
          <w:p w:rsidR="006C08D0" w:rsidRPr="00F9242A" w:rsidRDefault="006C08D0" w:rsidP="005C76BD">
            <w:pPr>
              <w:spacing w:line="380" w:lineRule="exact"/>
              <w:jc w:val="center"/>
              <w:rPr>
                <w:b/>
                <w:sz w:val="24"/>
              </w:rPr>
            </w:pPr>
            <w:r w:rsidRPr="00F9242A">
              <w:rPr>
                <w:rFonts w:hint="eastAsia"/>
                <w:b/>
                <w:sz w:val="24"/>
              </w:rPr>
              <w:t>生</w:t>
            </w:r>
          </w:p>
          <w:p w:rsidR="006C08D0" w:rsidRPr="00F9242A" w:rsidRDefault="006C08D0" w:rsidP="005C76BD">
            <w:pPr>
              <w:spacing w:line="380" w:lineRule="exact"/>
              <w:jc w:val="center"/>
              <w:rPr>
                <w:b/>
                <w:sz w:val="24"/>
              </w:rPr>
            </w:pPr>
            <w:r w:rsidRPr="00F9242A">
              <w:rPr>
                <w:rFonts w:hint="eastAsia"/>
                <w:b/>
                <w:sz w:val="24"/>
              </w:rPr>
              <w:t>产</w:t>
            </w:r>
          </w:p>
          <w:p w:rsidR="006C08D0" w:rsidRPr="00F9242A" w:rsidRDefault="006C08D0" w:rsidP="005C76BD">
            <w:pPr>
              <w:spacing w:line="380" w:lineRule="exact"/>
              <w:jc w:val="center"/>
              <w:rPr>
                <w:b/>
                <w:sz w:val="24"/>
              </w:rPr>
            </w:pPr>
            <w:r w:rsidRPr="00F9242A">
              <w:rPr>
                <w:rFonts w:hint="eastAsia"/>
                <w:b/>
                <w:sz w:val="24"/>
              </w:rPr>
              <w:t>企</w:t>
            </w:r>
          </w:p>
          <w:p w:rsidR="006C08D0" w:rsidRPr="00F9242A" w:rsidRDefault="006C08D0" w:rsidP="005C76BD">
            <w:pPr>
              <w:spacing w:line="380" w:lineRule="exact"/>
              <w:jc w:val="center"/>
              <w:rPr>
                <w:b/>
                <w:sz w:val="24"/>
              </w:rPr>
            </w:pPr>
            <w:r w:rsidRPr="00F9242A">
              <w:rPr>
                <w:rFonts w:hint="eastAsia"/>
                <w:b/>
                <w:sz w:val="24"/>
              </w:rPr>
              <w:t>业</w:t>
            </w:r>
          </w:p>
          <w:p w:rsidR="006C08D0" w:rsidRPr="00F9242A" w:rsidRDefault="006C08D0" w:rsidP="005C76BD">
            <w:pPr>
              <w:spacing w:line="380" w:lineRule="exact"/>
              <w:jc w:val="center"/>
              <w:rPr>
                <w:b/>
                <w:sz w:val="24"/>
              </w:rPr>
            </w:pPr>
            <w:r w:rsidRPr="00F9242A">
              <w:rPr>
                <w:rFonts w:hint="eastAsia"/>
                <w:b/>
                <w:sz w:val="24"/>
              </w:rPr>
              <w:t>资</w:t>
            </w:r>
          </w:p>
          <w:p w:rsidR="006C08D0" w:rsidRPr="00F9242A" w:rsidRDefault="006C08D0" w:rsidP="005C76BD">
            <w:pPr>
              <w:spacing w:line="380" w:lineRule="exact"/>
              <w:jc w:val="center"/>
              <w:rPr>
                <w:b/>
                <w:sz w:val="24"/>
              </w:rPr>
            </w:pPr>
            <w:r w:rsidRPr="00F9242A">
              <w:rPr>
                <w:rFonts w:hint="eastAsia"/>
                <w:b/>
                <w:sz w:val="24"/>
              </w:rPr>
              <w:t>质</w:t>
            </w:r>
          </w:p>
          <w:p w:rsidR="006C08D0" w:rsidRPr="00F9242A" w:rsidRDefault="006C08D0" w:rsidP="005C76BD">
            <w:pPr>
              <w:spacing w:line="380" w:lineRule="exact"/>
              <w:jc w:val="center"/>
              <w:rPr>
                <w:b/>
                <w:sz w:val="24"/>
              </w:rPr>
            </w:pPr>
            <w:r w:rsidRPr="00F9242A">
              <w:rPr>
                <w:rFonts w:hint="eastAsia"/>
                <w:b/>
                <w:sz w:val="24"/>
              </w:rPr>
              <w:t>材</w:t>
            </w:r>
          </w:p>
          <w:p w:rsidR="006C08D0" w:rsidRDefault="006C08D0" w:rsidP="005C76BD">
            <w:pPr>
              <w:spacing w:line="380" w:lineRule="exact"/>
              <w:jc w:val="center"/>
              <w:rPr>
                <w:b/>
                <w:sz w:val="28"/>
                <w:szCs w:val="28"/>
              </w:rPr>
            </w:pPr>
            <w:r w:rsidRPr="00F9242A">
              <w:rPr>
                <w:rFonts w:hint="eastAsia"/>
                <w:b/>
                <w:sz w:val="24"/>
              </w:rPr>
              <w:t>料</w:t>
            </w:r>
          </w:p>
        </w:tc>
        <w:tc>
          <w:tcPr>
            <w:tcW w:w="4360" w:type="dxa"/>
            <w:vAlign w:val="center"/>
          </w:tcPr>
          <w:p w:rsidR="006C08D0" w:rsidRPr="00F326EE" w:rsidRDefault="006C08D0" w:rsidP="005C76BD">
            <w:pPr>
              <w:rPr>
                <w:b/>
                <w:sz w:val="24"/>
              </w:rPr>
            </w:pPr>
            <w:r w:rsidRPr="00F326EE">
              <w:rPr>
                <w:sz w:val="24"/>
              </w:rPr>
              <w:t>1</w:t>
            </w:r>
            <w:r w:rsidRPr="00F326EE">
              <w:rPr>
                <w:rFonts w:hint="eastAsia"/>
                <w:sz w:val="24"/>
              </w:rPr>
              <w:t>、营业执照复印件</w:t>
            </w:r>
          </w:p>
        </w:tc>
        <w:tc>
          <w:tcPr>
            <w:tcW w:w="935" w:type="dxa"/>
          </w:tcPr>
          <w:p w:rsidR="006C08D0" w:rsidRPr="00F326EE" w:rsidRDefault="006C08D0" w:rsidP="005C76BD">
            <w:pPr>
              <w:jc w:val="center"/>
              <w:rPr>
                <w:b/>
                <w:sz w:val="24"/>
              </w:rPr>
            </w:pPr>
          </w:p>
        </w:tc>
        <w:tc>
          <w:tcPr>
            <w:tcW w:w="1690" w:type="dxa"/>
            <w:vAlign w:val="center"/>
          </w:tcPr>
          <w:p w:rsidR="006C08D0" w:rsidRPr="00F326EE" w:rsidRDefault="006C08D0" w:rsidP="005C76BD">
            <w:pPr>
              <w:jc w:val="center"/>
              <w:rPr>
                <w:b/>
                <w:sz w:val="24"/>
              </w:rPr>
            </w:pPr>
          </w:p>
        </w:tc>
      </w:tr>
      <w:tr w:rsidR="006C08D0" w:rsidTr="005C76BD">
        <w:trPr>
          <w:trHeight w:hRule="exact" w:val="556"/>
          <w:jc w:val="center"/>
        </w:trPr>
        <w:tc>
          <w:tcPr>
            <w:tcW w:w="1500" w:type="dxa"/>
            <w:vMerge/>
          </w:tcPr>
          <w:p w:rsidR="006C08D0" w:rsidRPr="008F2740" w:rsidRDefault="006C08D0" w:rsidP="005C76BD">
            <w:pPr>
              <w:jc w:val="left"/>
              <w:rPr>
                <w:b/>
                <w:sz w:val="28"/>
                <w:szCs w:val="28"/>
              </w:rPr>
            </w:pPr>
          </w:p>
        </w:tc>
        <w:tc>
          <w:tcPr>
            <w:tcW w:w="4360" w:type="dxa"/>
            <w:vAlign w:val="center"/>
          </w:tcPr>
          <w:p w:rsidR="006C08D0" w:rsidRPr="00F326EE" w:rsidRDefault="006C08D0"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6C08D0" w:rsidRPr="00F326EE" w:rsidRDefault="006C08D0" w:rsidP="005C76BD">
            <w:pPr>
              <w:rPr>
                <w:b/>
                <w:sz w:val="24"/>
              </w:rPr>
            </w:pPr>
          </w:p>
        </w:tc>
        <w:tc>
          <w:tcPr>
            <w:tcW w:w="1690" w:type="dxa"/>
            <w:vAlign w:val="center"/>
          </w:tcPr>
          <w:p w:rsidR="006C08D0" w:rsidRPr="00F326EE" w:rsidRDefault="006C08D0" w:rsidP="005C76BD">
            <w:pPr>
              <w:rPr>
                <w:b/>
                <w:sz w:val="24"/>
              </w:rPr>
            </w:pPr>
          </w:p>
        </w:tc>
      </w:tr>
      <w:tr w:rsidR="006C08D0" w:rsidTr="005C76BD">
        <w:trPr>
          <w:trHeight w:hRule="exact" w:val="556"/>
          <w:jc w:val="center"/>
        </w:trPr>
        <w:tc>
          <w:tcPr>
            <w:tcW w:w="1500" w:type="dxa"/>
            <w:vMerge/>
          </w:tcPr>
          <w:p w:rsidR="006C08D0" w:rsidRDefault="006C08D0" w:rsidP="005C76BD">
            <w:pPr>
              <w:spacing w:line="440" w:lineRule="exact"/>
              <w:jc w:val="left"/>
              <w:rPr>
                <w:sz w:val="28"/>
                <w:szCs w:val="28"/>
              </w:rPr>
            </w:pPr>
          </w:p>
        </w:tc>
        <w:tc>
          <w:tcPr>
            <w:tcW w:w="4360" w:type="dxa"/>
            <w:vAlign w:val="center"/>
          </w:tcPr>
          <w:p w:rsidR="006C08D0" w:rsidRPr="00F326EE" w:rsidRDefault="006C08D0" w:rsidP="005C76BD">
            <w:pPr>
              <w:spacing w:line="440" w:lineRule="exact"/>
              <w:rPr>
                <w:sz w:val="24"/>
              </w:rPr>
            </w:pPr>
            <w:r w:rsidRPr="00F326EE">
              <w:rPr>
                <w:sz w:val="24"/>
              </w:rPr>
              <w:t>3</w:t>
            </w:r>
            <w:r w:rsidRPr="00F326EE">
              <w:rPr>
                <w:rFonts w:hint="eastAsia"/>
                <w:sz w:val="24"/>
              </w:rPr>
              <w:t>、税务登记证复印件</w:t>
            </w:r>
          </w:p>
        </w:tc>
        <w:tc>
          <w:tcPr>
            <w:tcW w:w="935" w:type="dxa"/>
          </w:tcPr>
          <w:p w:rsidR="006C08D0" w:rsidRPr="00F326EE" w:rsidRDefault="006C08D0" w:rsidP="005C76BD">
            <w:pPr>
              <w:spacing w:line="440" w:lineRule="exact"/>
              <w:rPr>
                <w:sz w:val="24"/>
              </w:rPr>
            </w:pPr>
          </w:p>
        </w:tc>
        <w:tc>
          <w:tcPr>
            <w:tcW w:w="1690" w:type="dxa"/>
            <w:vAlign w:val="center"/>
          </w:tcPr>
          <w:p w:rsidR="006C08D0" w:rsidRPr="00F326EE" w:rsidRDefault="006C08D0" w:rsidP="005C76BD">
            <w:pPr>
              <w:spacing w:line="440" w:lineRule="exact"/>
              <w:rPr>
                <w:sz w:val="24"/>
              </w:rPr>
            </w:pPr>
          </w:p>
        </w:tc>
      </w:tr>
      <w:tr w:rsidR="006C08D0" w:rsidTr="005C76BD">
        <w:trPr>
          <w:trHeight w:hRule="exact" w:val="556"/>
          <w:jc w:val="center"/>
        </w:trPr>
        <w:tc>
          <w:tcPr>
            <w:tcW w:w="1500" w:type="dxa"/>
            <w:vMerge/>
          </w:tcPr>
          <w:p w:rsidR="006C08D0" w:rsidRDefault="006C08D0" w:rsidP="005C76BD">
            <w:pPr>
              <w:rPr>
                <w:sz w:val="28"/>
                <w:szCs w:val="28"/>
              </w:rPr>
            </w:pPr>
          </w:p>
        </w:tc>
        <w:tc>
          <w:tcPr>
            <w:tcW w:w="4360" w:type="dxa"/>
            <w:vAlign w:val="center"/>
          </w:tcPr>
          <w:p w:rsidR="006C08D0" w:rsidRPr="00E84282" w:rsidRDefault="006C08D0" w:rsidP="004935A3">
            <w:pPr>
              <w:rPr>
                <w:sz w:val="24"/>
              </w:rPr>
            </w:pPr>
            <w:r>
              <w:rPr>
                <w:sz w:val="24"/>
              </w:rPr>
              <w:t>4</w:t>
            </w:r>
            <w:r w:rsidRPr="00E84282">
              <w:rPr>
                <w:rFonts w:hint="eastAsia"/>
                <w:sz w:val="24"/>
              </w:rPr>
              <w:t>动物防疫合格证复印件</w:t>
            </w:r>
          </w:p>
        </w:tc>
        <w:tc>
          <w:tcPr>
            <w:tcW w:w="935" w:type="dxa"/>
          </w:tcPr>
          <w:p w:rsidR="006C08D0" w:rsidRPr="00587FDB" w:rsidRDefault="006C08D0" w:rsidP="005C76BD">
            <w:pPr>
              <w:rPr>
                <w:sz w:val="24"/>
              </w:rPr>
            </w:pPr>
          </w:p>
        </w:tc>
        <w:tc>
          <w:tcPr>
            <w:tcW w:w="1690" w:type="dxa"/>
            <w:vAlign w:val="center"/>
          </w:tcPr>
          <w:p w:rsidR="006C08D0" w:rsidRPr="00F326EE" w:rsidRDefault="006C08D0" w:rsidP="005C76BD">
            <w:pPr>
              <w:rPr>
                <w:sz w:val="24"/>
              </w:rPr>
            </w:pPr>
          </w:p>
        </w:tc>
      </w:tr>
      <w:tr w:rsidR="006C08D0" w:rsidTr="005C76BD">
        <w:trPr>
          <w:trHeight w:hRule="exact" w:val="556"/>
          <w:jc w:val="center"/>
        </w:trPr>
        <w:tc>
          <w:tcPr>
            <w:tcW w:w="1500" w:type="dxa"/>
            <w:vMerge/>
          </w:tcPr>
          <w:p w:rsidR="006C08D0" w:rsidRDefault="006C08D0" w:rsidP="005C76BD">
            <w:pPr>
              <w:rPr>
                <w:sz w:val="28"/>
                <w:szCs w:val="28"/>
              </w:rPr>
            </w:pPr>
          </w:p>
        </w:tc>
        <w:tc>
          <w:tcPr>
            <w:tcW w:w="4360" w:type="dxa"/>
            <w:vAlign w:val="center"/>
          </w:tcPr>
          <w:p w:rsidR="006C08D0" w:rsidRPr="00E84282" w:rsidRDefault="006C08D0" w:rsidP="004935A3">
            <w:pPr>
              <w:rPr>
                <w:sz w:val="24"/>
              </w:rPr>
            </w:pPr>
            <w:r>
              <w:rPr>
                <w:sz w:val="24"/>
              </w:rPr>
              <w:t>5</w:t>
            </w:r>
            <w:r w:rsidRPr="00E84282">
              <w:rPr>
                <w:rFonts w:hint="eastAsia"/>
                <w:sz w:val="24"/>
              </w:rPr>
              <w:t>法人授权委托书原件</w:t>
            </w:r>
          </w:p>
        </w:tc>
        <w:tc>
          <w:tcPr>
            <w:tcW w:w="935" w:type="dxa"/>
          </w:tcPr>
          <w:p w:rsidR="006C08D0" w:rsidRPr="00F326EE" w:rsidRDefault="006C08D0" w:rsidP="005C76BD">
            <w:pPr>
              <w:ind w:left="387"/>
              <w:jc w:val="center"/>
              <w:rPr>
                <w:sz w:val="24"/>
              </w:rPr>
            </w:pPr>
          </w:p>
        </w:tc>
        <w:tc>
          <w:tcPr>
            <w:tcW w:w="1690" w:type="dxa"/>
            <w:vAlign w:val="center"/>
          </w:tcPr>
          <w:p w:rsidR="006C08D0" w:rsidRPr="00F326EE" w:rsidRDefault="006C08D0" w:rsidP="005C76BD">
            <w:pPr>
              <w:ind w:left="387"/>
              <w:jc w:val="center"/>
              <w:rPr>
                <w:sz w:val="24"/>
              </w:rPr>
            </w:pPr>
          </w:p>
        </w:tc>
      </w:tr>
      <w:tr w:rsidR="006C08D0" w:rsidTr="005C76BD">
        <w:trPr>
          <w:trHeight w:hRule="exact" w:val="556"/>
          <w:jc w:val="center"/>
        </w:trPr>
        <w:tc>
          <w:tcPr>
            <w:tcW w:w="1500" w:type="dxa"/>
            <w:vMerge/>
          </w:tcPr>
          <w:p w:rsidR="006C08D0" w:rsidRDefault="006C08D0" w:rsidP="005C76BD">
            <w:pPr>
              <w:rPr>
                <w:sz w:val="28"/>
                <w:szCs w:val="28"/>
              </w:rPr>
            </w:pPr>
          </w:p>
        </w:tc>
        <w:tc>
          <w:tcPr>
            <w:tcW w:w="4360" w:type="dxa"/>
            <w:vAlign w:val="center"/>
          </w:tcPr>
          <w:p w:rsidR="006C08D0" w:rsidRPr="00E84282" w:rsidRDefault="006C08D0" w:rsidP="004935A3">
            <w:pPr>
              <w:rPr>
                <w:sz w:val="24"/>
              </w:rPr>
            </w:pPr>
            <w:r>
              <w:rPr>
                <w:sz w:val="24"/>
              </w:rPr>
              <w:t>6</w:t>
            </w:r>
            <w:r w:rsidRPr="00E84282">
              <w:rPr>
                <w:rFonts w:ascii="宋体" w:hAnsi="宋体" w:hint="eastAsia"/>
                <w:sz w:val="24"/>
                <w:shd w:val="clear" w:color="auto" w:fill="FDFEFF"/>
              </w:rPr>
              <w:t>托受人身份证复印件</w:t>
            </w:r>
          </w:p>
        </w:tc>
        <w:tc>
          <w:tcPr>
            <w:tcW w:w="935" w:type="dxa"/>
          </w:tcPr>
          <w:p w:rsidR="006C08D0" w:rsidRPr="00F326EE" w:rsidRDefault="006C08D0" w:rsidP="005C76BD">
            <w:pPr>
              <w:ind w:left="387"/>
              <w:jc w:val="center"/>
              <w:rPr>
                <w:sz w:val="24"/>
              </w:rPr>
            </w:pPr>
          </w:p>
        </w:tc>
        <w:tc>
          <w:tcPr>
            <w:tcW w:w="1690" w:type="dxa"/>
            <w:vAlign w:val="center"/>
          </w:tcPr>
          <w:p w:rsidR="006C08D0" w:rsidRPr="00F326EE" w:rsidRDefault="006C08D0" w:rsidP="005C76BD">
            <w:pPr>
              <w:ind w:left="387"/>
              <w:jc w:val="center"/>
              <w:rPr>
                <w:sz w:val="24"/>
              </w:rPr>
            </w:pPr>
          </w:p>
        </w:tc>
      </w:tr>
      <w:tr w:rsidR="006C08D0" w:rsidTr="005C76BD">
        <w:trPr>
          <w:trHeight w:hRule="exact" w:val="556"/>
          <w:jc w:val="center"/>
        </w:trPr>
        <w:tc>
          <w:tcPr>
            <w:tcW w:w="1500" w:type="dxa"/>
            <w:vMerge w:val="restart"/>
            <w:vAlign w:val="center"/>
          </w:tcPr>
          <w:p w:rsidR="006C08D0" w:rsidRPr="000C01BB" w:rsidRDefault="006C08D0" w:rsidP="008D7CCD">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6C08D0" w:rsidRPr="000C01BB" w:rsidRDefault="006C08D0"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6C08D0" w:rsidRPr="000C01BB" w:rsidRDefault="006C08D0"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6C08D0" w:rsidRPr="000C01BB" w:rsidRDefault="006C08D0" w:rsidP="005C76BD">
            <w:pPr>
              <w:spacing w:line="280" w:lineRule="exact"/>
              <w:jc w:val="center"/>
              <w:rPr>
                <w:b/>
                <w:sz w:val="24"/>
              </w:rPr>
            </w:pPr>
            <w:r w:rsidRPr="000C01BB">
              <w:rPr>
                <w:rFonts w:hint="eastAsia"/>
                <w:b/>
                <w:sz w:val="24"/>
              </w:rPr>
              <w:t>资</w:t>
            </w:r>
          </w:p>
          <w:p w:rsidR="006C08D0" w:rsidRPr="000C01BB" w:rsidRDefault="006C08D0" w:rsidP="005C76BD">
            <w:pPr>
              <w:spacing w:line="280" w:lineRule="exact"/>
              <w:jc w:val="center"/>
              <w:rPr>
                <w:b/>
                <w:sz w:val="24"/>
              </w:rPr>
            </w:pPr>
            <w:r w:rsidRPr="000C01BB">
              <w:rPr>
                <w:rFonts w:hint="eastAsia"/>
                <w:b/>
                <w:sz w:val="24"/>
              </w:rPr>
              <w:t>质</w:t>
            </w:r>
          </w:p>
          <w:p w:rsidR="006C08D0" w:rsidRPr="000C01BB" w:rsidRDefault="006C08D0" w:rsidP="005C76BD">
            <w:pPr>
              <w:spacing w:line="280" w:lineRule="exact"/>
              <w:jc w:val="center"/>
              <w:rPr>
                <w:b/>
                <w:sz w:val="24"/>
              </w:rPr>
            </w:pPr>
            <w:r w:rsidRPr="000C01BB">
              <w:rPr>
                <w:rFonts w:hint="eastAsia"/>
                <w:b/>
                <w:sz w:val="24"/>
              </w:rPr>
              <w:t>材</w:t>
            </w:r>
          </w:p>
          <w:p w:rsidR="006C08D0" w:rsidRDefault="006C08D0" w:rsidP="005C76BD">
            <w:pPr>
              <w:spacing w:line="300" w:lineRule="exact"/>
              <w:jc w:val="center"/>
              <w:rPr>
                <w:sz w:val="28"/>
                <w:szCs w:val="28"/>
              </w:rPr>
            </w:pPr>
            <w:r w:rsidRPr="000C01BB">
              <w:rPr>
                <w:rFonts w:hint="eastAsia"/>
                <w:b/>
                <w:sz w:val="24"/>
              </w:rPr>
              <w:t>料</w:t>
            </w:r>
          </w:p>
        </w:tc>
        <w:tc>
          <w:tcPr>
            <w:tcW w:w="4360" w:type="dxa"/>
            <w:vAlign w:val="center"/>
          </w:tcPr>
          <w:p w:rsidR="006C08D0" w:rsidRPr="00F326EE" w:rsidRDefault="006C08D0"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6C08D0" w:rsidRPr="00F326EE" w:rsidRDefault="006C08D0" w:rsidP="005C76BD">
            <w:pPr>
              <w:spacing w:line="440" w:lineRule="exact"/>
              <w:ind w:left="387"/>
              <w:jc w:val="center"/>
              <w:rPr>
                <w:sz w:val="24"/>
              </w:rPr>
            </w:pPr>
          </w:p>
        </w:tc>
        <w:tc>
          <w:tcPr>
            <w:tcW w:w="1690" w:type="dxa"/>
            <w:vAlign w:val="center"/>
          </w:tcPr>
          <w:p w:rsidR="006C08D0" w:rsidRPr="00F326EE" w:rsidRDefault="006C08D0" w:rsidP="005C76BD">
            <w:pPr>
              <w:spacing w:line="440" w:lineRule="exact"/>
              <w:ind w:left="387"/>
              <w:jc w:val="center"/>
              <w:rPr>
                <w:sz w:val="24"/>
              </w:rPr>
            </w:pPr>
          </w:p>
        </w:tc>
      </w:tr>
      <w:tr w:rsidR="006C08D0" w:rsidTr="005C76BD">
        <w:trPr>
          <w:trHeight w:hRule="exact" w:val="556"/>
          <w:jc w:val="center"/>
        </w:trPr>
        <w:tc>
          <w:tcPr>
            <w:tcW w:w="1500" w:type="dxa"/>
            <w:vMerge/>
            <w:vAlign w:val="center"/>
          </w:tcPr>
          <w:p w:rsidR="006C08D0" w:rsidRPr="000C01BB" w:rsidRDefault="006C08D0" w:rsidP="008D7CCD">
            <w:pPr>
              <w:spacing w:beforeLines="30" w:line="280" w:lineRule="exact"/>
              <w:jc w:val="center"/>
              <w:rPr>
                <w:b/>
                <w:sz w:val="24"/>
              </w:rPr>
            </w:pPr>
          </w:p>
        </w:tc>
        <w:tc>
          <w:tcPr>
            <w:tcW w:w="4360" w:type="dxa"/>
            <w:vAlign w:val="center"/>
          </w:tcPr>
          <w:p w:rsidR="006C08D0" w:rsidRPr="00F326EE" w:rsidRDefault="006C08D0" w:rsidP="005C76BD">
            <w:pPr>
              <w:spacing w:line="440" w:lineRule="exact"/>
              <w:rPr>
                <w:sz w:val="24"/>
              </w:rPr>
            </w:pPr>
            <w:r>
              <w:rPr>
                <w:sz w:val="24"/>
              </w:rPr>
              <w:t>6</w:t>
            </w:r>
            <w:r w:rsidRPr="00F326EE">
              <w:rPr>
                <w:rFonts w:hint="eastAsia"/>
                <w:sz w:val="24"/>
              </w:rPr>
              <w:t>、营业执照复印件</w:t>
            </w:r>
          </w:p>
        </w:tc>
        <w:tc>
          <w:tcPr>
            <w:tcW w:w="935" w:type="dxa"/>
          </w:tcPr>
          <w:p w:rsidR="006C08D0" w:rsidRPr="00F326EE" w:rsidRDefault="006C08D0" w:rsidP="005C76BD">
            <w:pPr>
              <w:spacing w:line="440" w:lineRule="exact"/>
              <w:ind w:left="387"/>
              <w:jc w:val="center"/>
              <w:rPr>
                <w:sz w:val="24"/>
              </w:rPr>
            </w:pPr>
          </w:p>
        </w:tc>
        <w:tc>
          <w:tcPr>
            <w:tcW w:w="1690" w:type="dxa"/>
            <w:vAlign w:val="center"/>
          </w:tcPr>
          <w:p w:rsidR="006C08D0" w:rsidRPr="00F326EE" w:rsidRDefault="006C08D0" w:rsidP="005C76BD">
            <w:pPr>
              <w:spacing w:line="440" w:lineRule="exact"/>
              <w:ind w:left="387"/>
              <w:jc w:val="center"/>
              <w:rPr>
                <w:sz w:val="24"/>
              </w:rPr>
            </w:pPr>
          </w:p>
        </w:tc>
      </w:tr>
      <w:tr w:rsidR="006C08D0" w:rsidTr="005C76BD">
        <w:trPr>
          <w:trHeight w:hRule="exact" w:val="556"/>
          <w:jc w:val="center"/>
        </w:trPr>
        <w:tc>
          <w:tcPr>
            <w:tcW w:w="1500" w:type="dxa"/>
            <w:vMerge/>
          </w:tcPr>
          <w:p w:rsidR="006C08D0" w:rsidRDefault="006C08D0" w:rsidP="006C08D0">
            <w:pPr>
              <w:spacing w:line="440" w:lineRule="exact"/>
              <w:ind w:leftChars="267" w:left="31680"/>
              <w:rPr>
                <w:sz w:val="28"/>
                <w:szCs w:val="28"/>
              </w:rPr>
            </w:pPr>
          </w:p>
        </w:tc>
        <w:tc>
          <w:tcPr>
            <w:tcW w:w="4360" w:type="dxa"/>
            <w:vAlign w:val="center"/>
          </w:tcPr>
          <w:p w:rsidR="006C08D0" w:rsidRPr="00F326EE" w:rsidRDefault="006C08D0" w:rsidP="005C76BD">
            <w:pPr>
              <w:spacing w:line="440" w:lineRule="exact"/>
              <w:rPr>
                <w:sz w:val="24"/>
              </w:rPr>
            </w:pPr>
            <w:r>
              <w:rPr>
                <w:sz w:val="24"/>
              </w:rPr>
              <w:t>7</w:t>
            </w:r>
            <w:r w:rsidRPr="00F326EE">
              <w:rPr>
                <w:rFonts w:hint="eastAsia"/>
                <w:sz w:val="24"/>
              </w:rPr>
              <w:t>、税务登记证复印件</w:t>
            </w:r>
          </w:p>
        </w:tc>
        <w:tc>
          <w:tcPr>
            <w:tcW w:w="935" w:type="dxa"/>
          </w:tcPr>
          <w:p w:rsidR="006C08D0" w:rsidRPr="00F326EE" w:rsidRDefault="006C08D0" w:rsidP="005C76BD">
            <w:pPr>
              <w:spacing w:line="440" w:lineRule="exact"/>
              <w:ind w:left="387"/>
              <w:jc w:val="center"/>
              <w:rPr>
                <w:sz w:val="24"/>
              </w:rPr>
            </w:pPr>
          </w:p>
        </w:tc>
        <w:tc>
          <w:tcPr>
            <w:tcW w:w="1690" w:type="dxa"/>
            <w:vAlign w:val="center"/>
          </w:tcPr>
          <w:p w:rsidR="006C08D0" w:rsidRPr="00F326EE" w:rsidRDefault="006C08D0" w:rsidP="005C76BD">
            <w:pPr>
              <w:spacing w:line="440" w:lineRule="exact"/>
              <w:ind w:left="387"/>
              <w:jc w:val="center"/>
              <w:rPr>
                <w:sz w:val="24"/>
              </w:rPr>
            </w:pPr>
          </w:p>
        </w:tc>
      </w:tr>
      <w:tr w:rsidR="006C08D0" w:rsidTr="005C76BD">
        <w:trPr>
          <w:trHeight w:hRule="exact" w:val="556"/>
          <w:jc w:val="center"/>
        </w:trPr>
        <w:tc>
          <w:tcPr>
            <w:tcW w:w="1500" w:type="dxa"/>
            <w:vMerge/>
          </w:tcPr>
          <w:p w:rsidR="006C08D0" w:rsidRDefault="006C08D0" w:rsidP="006C08D0">
            <w:pPr>
              <w:spacing w:line="440" w:lineRule="exact"/>
              <w:ind w:leftChars="267" w:left="31680"/>
              <w:rPr>
                <w:sz w:val="28"/>
                <w:szCs w:val="28"/>
              </w:rPr>
            </w:pPr>
          </w:p>
        </w:tc>
        <w:tc>
          <w:tcPr>
            <w:tcW w:w="4360" w:type="dxa"/>
            <w:vAlign w:val="center"/>
          </w:tcPr>
          <w:p w:rsidR="006C08D0" w:rsidRPr="00F326EE" w:rsidRDefault="006C08D0" w:rsidP="005C76BD">
            <w:pPr>
              <w:spacing w:line="440" w:lineRule="exact"/>
              <w:rPr>
                <w:sz w:val="24"/>
              </w:rPr>
            </w:pPr>
            <w:r>
              <w:rPr>
                <w:sz w:val="24"/>
              </w:rPr>
              <w:t>8</w:t>
            </w:r>
            <w:r w:rsidRPr="00F326EE">
              <w:rPr>
                <w:rFonts w:hint="eastAsia"/>
                <w:sz w:val="24"/>
              </w:rPr>
              <w:t>、食品流通许可证（或卫生许可证）</w:t>
            </w:r>
          </w:p>
        </w:tc>
        <w:tc>
          <w:tcPr>
            <w:tcW w:w="935" w:type="dxa"/>
          </w:tcPr>
          <w:p w:rsidR="006C08D0" w:rsidRPr="00F326EE" w:rsidRDefault="006C08D0" w:rsidP="005C76BD">
            <w:pPr>
              <w:spacing w:line="440" w:lineRule="exact"/>
              <w:ind w:left="387"/>
              <w:jc w:val="center"/>
              <w:rPr>
                <w:sz w:val="24"/>
              </w:rPr>
            </w:pPr>
          </w:p>
        </w:tc>
        <w:tc>
          <w:tcPr>
            <w:tcW w:w="1690" w:type="dxa"/>
            <w:vAlign w:val="center"/>
          </w:tcPr>
          <w:p w:rsidR="006C08D0" w:rsidRPr="00F326EE" w:rsidRDefault="006C08D0" w:rsidP="005C76BD">
            <w:pPr>
              <w:spacing w:line="440" w:lineRule="exact"/>
              <w:ind w:left="387"/>
              <w:jc w:val="center"/>
              <w:rPr>
                <w:sz w:val="24"/>
              </w:rPr>
            </w:pPr>
          </w:p>
        </w:tc>
      </w:tr>
      <w:tr w:rsidR="006C08D0" w:rsidTr="005C76BD">
        <w:trPr>
          <w:trHeight w:hRule="exact" w:val="556"/>
          <w:jc w:val="center"/>
        </w:trPr>
        <w:tc>
          <w:tcPr>
            <w:tcW w:w="1500" w:type="dxa"/>
            <w:vMerge w:val="restart"/>
            <w:vAlign w:val="center"/>
          </w:tcPr>
          <w:p w:rsidR="006C08D0" w:rsidRPr="00B81B89" w:rsidRDefault="006C08D0" w:rsidP="005C76BD">
            <w:pPr>
              <w:spacing w:line="420" w:lineRule="exact"/>
              <w:jc w:val="center"/>
              <w:rPr>
                <w:b/>
                <w:sz w:val="30"/>
                <w:szCs w:val="30"/>
              </w:rPr>
            </w:pPr>
            <w:r w:rsidRPr="00B81B89">
              <w:rPr>
                <w:rFonts w:hint="eastAsia"/>
                <w:b/>
                <w:sz w:val="30"/>
                <w:szCs w:val="30"/>
              </w:rPr>
              <w:t>其</w:t>
            </w:r>
          </w:p>
          <w:p w:rsidR="006C08D0" w:rsidRPr="00B81B89" w:rsidRDefault="006C08D0" w:rsidP="005C76BD">
            <w:pPr>
              <w:spacing w:line="420" w:lineRule="exact"/>
              <w:jc w:val="center"/>
              <w:rPr>
                <w:b/>
                <w:sz w:val="30"/>
                <w:szCs w:val="30"/>
              </w:rPr>
            </w:pPr>
            <w:r w:rsidRPr="00B81B89">
              <w:rPr>
                <w:rFonts w:hint="eastAsia"/>
                <w:b/>
                <w:sz w:val="30"/>
                <w:szCs w:val="30"/>
              </w:rPr>
              <w:t>他</w:t>
            </w:r>
          </w:p>
          <w:p w:rsidR="006C08D0" w:rsidRPr="00B81B89" w:rsidRDefault="006C08D0" w:rsidP="005C76BD">
            <w:pPr>
              <w:spacing w:line="420" w:lineRule="exact"/>
              <w:jc w:val="center"/>
              <w:rPr>
                <w:b/>
                <w:sz w:val="30"/>
                <w:szCs w:val="30"/>
              </w:rPr>
            </w:pPr>
            <w:r w:rsidRPr="00B81B89">
              <w:rPr>
                <w:rFonts w:hint="eastAsia"/>
                <w:b/>
                <w:sz w:val="30"/>
                <w:szCs w:val="30"/>
              </w:rPr>
              <w:t>材</w:t>
            </w:r>
          </w:p>
          <w:p w:rsidR="006C08D0" w:rsidRPr="00CA56E0" w:rsidRDefault="006C08D0" w:rsidP="005C76BD">
            <w:pPr>
              <w:spacing w:line="420" w:lineRule="exact"/>
              <w:jc w:val="center"/>
              <w:rPr>
                <w:b/>
                <w:sz w:val="28"/>
                <w:szCs w:val="28"/>
              </w:rPr>
            </w:pPr>
            <w:r w:rsidRPr="00B81B89">
              <w:rPr>
                <w:rFonts w:hint="eastAsia"/>
                <w:b/>
                <w:sz w:val="30"/>
                <w:szCs w:val="30"/>
              </w:rPr>
              <w:t>料</w:t>
            </w:r>
          </w:p>
          <w:p w:rsidR="006C08D0" w:rsidRDefault="006C08D0" w:rsidP="006C08D0">
            <w:pPr>
              <w:spacing w:line="420" w:lineRule="exact"/>
              <w:ind w:firstLineChars="192" w:firstLine="31680"/>
              <w:jc w:val="center"/>
              <w:rPr>
                <w:sz w:val="28"/>
                <w:szCs w:val="28"/>
              </w:rPr>
            </w:pPr>
          </w:p>
        </w:tc>
        <w:tc>
          <w:tcPr>
            <w:tcW w:w="4360" w:type="dxa"/>
            <w:vAlign w:val="center"/>
          </w:tcPr>
          <w:p w:rsidR="006C08D0" w:rsidRPr="00F326EE" w:rsidRDefault="006C08D0" w:rsidP="005C76BD">
            <w:pPr>
              <w:rPr>
                <w:sz w:val="24"/>
              </w:rPr>
            </w:pPr>
            <w:r w:rsidRPr="00F326EE">
              <w:rPr>
                <w:sz w:val="24"/>
              </w:rPr>
              <w:t>1</w:t>
            </w:r>
            <w:r w:rsidRPr="00F326EE">
              <w:rPr>
                <w:rFonts w:hint="eastAsia"/>
                <w:sz w:val="24"/>
              </w:rPr>
              <w:t>、</w:t>
            </w:r>
            <w:r w:rsidRPr="00AA36FD">
              <w:rPr>
                <w:rFonts w:ascii="宋体" w:hAnsi="宋体" w:cs="宋体" w:hint="eastAsia"/>
                <w:kern w:val="0"/>
                <w:sz w:val="24"/>
              </w:rPr>
              <w:t>禽肉及</w:t>
            </w:r>
            <w:r w:rsidRPr="00AA36FD">
              <w:rPr>
                <w:rFonts w:ascii="宋体" w:hAnsi="宋体" w:hint="eastAsia"/>
                <w:sz w:val="24"/>
              </w:rPr>
              <w:t>禽副产品</w:t>
            </w:r>
            <w:r w:rsidRPr="00E84282">
              <w:rPr>
                <w:rFonts w:hint="eastAsia"/>
                <w:sz w:val="24"/>
              </w:rPr>
              <w:t>报价单</w:t>
            </w:r>
            <w:r>
              <w:rPr>
                <w:rFonts w:hint="eastAsia"/>
                <w:sz w:val="24"/>
              </w:rPr>
              <w:t>（单独密封）</w:t>
            </w:r>
          </w:p>
        </w:tc>
        <w:tc>
          <w:tcPr>
            <w:tcW w:w="935" w:type="dxa"/>
          </w:tcPr>
          <w:p w:rsidR="006C08D0" w:rsidRPr="00F326EE" w:rsidRDefault="006C08D0" w:rsidP="005C76BD">
            <w:pPr>
              <w:ind w:left="387"/>
              <w:jc w:val="center"/>
              <w:rPr>
                <w:sz w:val="24"/>
              </w:rPr>
            </w:pPr>
          </w:p>
        </w:tc>
        <w:tc>
          <w:tcPr>
            <w:tcW w:w="1690" w:type="dxa"/>
            <w:vAlign w:val="center"/>
          </w:tcPr>
          <w:p w:rsidR="006C08D0" w:rsidRPr="00F326EE" w:rsidRDefault="006C08D0" w:rsidP="005C76BD">
            <w:pPr>
              <w:ind w:left="387"/>
              <w:jc w:val="center"/>
              <w:rPr>
                <w:sz w:val="24"/>
              </w:rPr>
            </w:pPr>
          </w:p>
        </w:tc>
      </w:tr>
      <w:tr w:rsidR="006C08D0" w:rsidTr="005C76BD">
        <w:trPr>
          <w:trHeight w:hRule="exact" w:val="556"/>
          <w:jc w:val="center"/>
        </w:trPr>
        <w:tc>
          <w:tcPr>
            <w:tcW w:w="1500" w:type="dxa"/>
            <w:vMerge/>
            <w:vAlign w:val="center"/>
          </w:tcPr>
          <w:p w:rsidR="006C08D0" w:rsidRPr="00CA56E0" w:rsidRDefault="006C08D0" w:rsidP="005C76BD">
            <w:pPr>
              <w:rPr>
                <w:b/>
                <w:sz w:val="28"/>
                <w:szCs w:val="28"/>
              </w:rPr>
            </w:pPr>
          </w:p>
        </w:tc>
        <w:tc>
          <w:tcPr>
            <w:tcW w:w="4360" w:type="dxa"/>
            <w:vAlign w:val="center"/>
          </w:tcPr>
          <w:p w:rsidR="006C08D0" w:rsidRPr="00F326EE" w:rsidRDefault="006C08D0"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6C08D0" w:rsidRPr="00F326EE" w:rsidRDefault="006C08D0" w:rsidP="005C76BD">
            <w:pPr>
              <w:ind w:left="387"/>
              <w:jc w:val="center"/>
              <w:rPr>
                <w:sz w:val="24"/>
              </w:rPr>
            </w:pPr>
          </w:p>
        </w:tc>
        <w:tc>
          <w:tcPr>
            <w:tcW w:w="1690" w:type="dxa"/>
            <w:vAlign w:val="center"/>
          </w:tcPr>
          <w:p w:rsidR="006C08D0" w:rsidRPr="00175186" w:rsidRDefault="006C08D0" w:rsidP="005C76BD">
            <w:pPr>
              <w:ind w:left="387"/>
              <w:jc w:val="center"/>
              <w:rPr>
                <w:sz w:val="24"/>
              </w:rPr>
            </w:pPr>
          </w:p>
        </w:tc>
      </w:tr>
      <w:tr w:rsidR="006C08D0" w:rsidTr="005C76BD">
        <w:trPr>
          <w:trHeight w:hRule="exact" w:val="556"/>
          <w:jc w:val="center"/>
        </w:trPr>
        <w:tc>
          <w:tcPr>
            <w:tcW w:w="1500" w:type="dxa"/>
            <w:vMerge/>
            <w:vAlign w:val="center"/>
          </w:tcPr>
          <w:p w:rsidR="006C08D0" w:rsidRPr="00CA56E0" w:rsidRDefault="006C08D0" w:rsidP="005C76BD">
            <w:pPr>
              <w:rPr>
                <w:b/>
                <w:sz w:val="28"/>
                <w:szCs w:val="28"/>
              </w:rPr>
            </w:pPr>
          </w:p>
        </w:tc>
        <w:tc>
          <w:tcPr>
            <w:tcW w:w="4360" w:type="dxa"/>
            <w:vAlign w:val="center"/>
          </w:tcPr>
          <w:p w:rsidR="006C08D0" w:rsidRPr="00F326EE" w:rsidRDefault="006C08D0"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6C08D0" w:rsidRPr="00F326EE" w:rsidRDefault="006C08D0" w:rsidP="005C76BD">
            <w:pPr>
              <w:ind w:left="387"/>
              <w:jc w:val="center"/>
              <w:rPr>
                <w:sz w:val="24"/>
              </w:rPr>
            </w:pPr>
          </w:p>
        </w:tc>
        <w:tc>
          <w:tcPr>
            <w:tcW w:w="1690" w:type="dxa"/>
            <w:vAlign w:val="center"/>
          </w:tcPr>
          <w:p w:rsidR="006C08D0" w:rsidRPr="00F326EE" w:rsidRDefault="006C08D0" w:rsidP="005C76BD">
            <w:pPr>
              <w:ind w:left="387"/>
              <w:jc w:val="center"/>
              <w:rPr>
                <w:sz w:val="24"/>
              </w:rPr>
            </w:pPr>
          </w:p>
        </w:tc>
      </w:tr>
    </w:tbl>
    <w:p w:rsidR="006C08D0" w:rsidRDefault="006C08D0" w:rsidP="008D7CCD">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6C08D0" w:rsidRDefault="006C08D0" w:rsidP="008D7CCD">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6C08D0" w:rsidRPr="007775C6" w:rsidRDefault="006C08D0" w:rsidP="006F4F6A">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6C08D0"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8D0" w:rsidRDefault="006C08D0" w:rsidP="00426891">
      <w:r>
        <w:separator/>
      </w:r>
    </w:p>
  </w:endnote>
  <w:endnote w:type="continuationSeparator" w:id="0">
    <w:p w:rsidR="006C08D0" w:rsidRDefault="006C08D0"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8D0" w:rsidRDefault="006C08D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08D0" w:rsidRDefault="006C08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8D0" w:rsidRDefault="006C08D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C08D0" w:rsidRDefault="006C08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8D0" w:rsidRDefault="006C08D0" w:rsidP="00426891">
      <w:r>
        <w:separator/>
      </w:r>
    </w:p>
  </w:footnote>
  <w:footnote w:type="continuationSeparator" w:id="0">
    <w:p w:rsidR="006C08D0" w:rsidRDefault="006C08D0"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8D0" w:rsidRDefault="006C08D0"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4877"/>
    <w:rsid w:val="00006C38"/>
    <w:rsid w:val="000137CD"/>
    <w:rsid w:val="00013A4C"/>
    <w:rsid w:val="000243BB"/>
    <w:rsid w:val="00026DE9"/>
    <w:rsid w:val="00037DDF"/>
    <w:rsid w:val="00041B84"/>
    <w:rsid w:val="00060DCD"/>
    <w:rsid w:val="00061808"/>
    <w:rsid w:val="00070C49"/>
    <w:rsid w:val="000763A8"/>
    <w:rsid w:val="000768BA"/>
    <w:rsid w:val="00082456"/>
    <w:rsid w:val="00083352"/>
    <w:rsid w:val="00084D9E"/>
    <w:rsid w:val="00085956"/>
    <w:rsid w:val="00087474"/>
    <w:rsid w:val="00090BD5"/>
    <w:rsid w:val="000A1C96"/>
    <w:rsid w:val="000A44FA"/>
    <w:rsid w:val="000A652E"/>
    <w:rsid w:val="000B0DF8"/>
    <w:rsid w:val="000B152D"/>
    <w:rsid w:val="000B2B1F"/>
    <w:rsid w:val="000B5E94"/>
    <w:rsid w:val="000C01BB"/>
    <w:rsid w:val="000C7112"/>
    <w:rsid w:val="000D17F0"/>
    <w:rsid w:val="000E00BB"/>
    <w:rsid w:val="000F1E2D"/>
    <w:rsid w:val="000F32C7"/>
    <w:rsid w:val="001146D1"/>
    <w:rsid w:val="001316F9"/>
    <w:rsid w:val="00136E45"/>
    <w:rsid w:val="001376AE"/>
    <w:rsid w:val="00151C57"/>
    <w:rsid w:val="00153B31"/>
    <w:rsid w:val="001576B9"/>
    <w:rsid w:val="00161368"/>
    <w:rsid w:val="00162FD6"/>
    <w:rsid w:val="00170533"/>
    <w:rsid w:val="00175186"/>
    <w:rsid w:val="00177ADE"/>
    <w:rsid w:val="0018087C"/>
    <w:rsid w:val="0019792F"/>
    <w:rsid w:val="001A3AE7"/>
    <w:rsid w:val="001A75A8"/>
    <w:rsid w:val="001B3FA5"/>
    <w:rsid w:val="001B7586"/>
    <w:rsid w:val="001C003A"/>
    <w:rsid w:val="001D2E12"/>
    <w:rsid w:val="001D3950"/>
    <w:rsid w:val="001D53F2"/>
    <w:rsid w:val="001D541A"/>
    <w:rsid w:val="001E33D1"/>
    <w:rsid w:val="001E3F8A"/>
    <w:rsid w:val="001F0E8C"/>
    <w:rsid w:val="001F1334"/>
    <w:rsid w:val="001F1BE2"/>
    <w:rsid w:val="001F4713"/>
    <w:rsid w:val="001F7CD7"/>
    <w:rsid w:val="00201080"/>
    <w:rsid w:val="00204C21"/>
    <w:rsid w:val="002071D7"/>
    <w:rsid w:val="0021521D"/>
    <w:rsid w:val="002156D4"/>
    <w:rsid w:val="00216D43"/>
    <w:rsid w:val="002172F9"/>
    <w:rsid w:val="002248C5"/>
    <w:rsid w:val="00234266"/>
    <w:rsid w:val="00234C7D"/>
    <w:rsid w:val="00236860"/>
    <w:rsid w:val="00244A7C"/>
    <w:rsid w:val="00245613"/>
    <w:rsid w:val="0025374A"/>
    <w:rsid w:val="00260C62"/>
    <w:rsid w:val="0026242A"/>
    <w:rsid w:val="00274D54"/>
    <w:rsid w:val="00275876"/>
    <w:rsid w:val="002807B5"/>
    <w:rsid w:val="00284519"/>
    <w:rsid w:val="00286004"/>
    <w:rsid w:val="00290AC0"/>
    <w:rsid w:val="002A56DF"/>
    <w:rsid w:val="002B54D5"/>
    <w:rsid w:val="002C334F"/>
    <w:rsid w:val="002C4449"/>
    <w:rsid w:val="002C5177"/>
    <w:rsid w:val="002C5414"/>
    <w:rsid w:val="002C6519"/>
    <w:rsid w:val="002E791C"/>
    <w:rsid w:val="002F2334"/>
    <w:rsid w:val="002F7080"/>
    <w:rsid w:val="00300B24"/>
    <w:rsid w:val="003034DB"/>
    <w:rsid w:val="00306114"/>
    <w:rsid w:val="00320155"/>
    <w:rsid w:val="0032184E"/>
    <w:rsid w:val="0033103C"/>
    <w:rsid w:val="003318D2"/>
    <w:rsid w:val="0034013E"/>
    <w:rsid w:val="00344C00"/>
    <w:rsid w:val="00350DB1"/>
    <w:rsid w:val="00351366"/>
    <w:rsid w:val="003529A4"/>
    <w:rsid w:val="003559D6"/>
    <w:rsid w:val="00355D2C"/>
    <w:rsid w:val="003612EB"/>
    <w:rsid w:val="00364042"/>
    <w:rsid w:val="00365F4E"/>
    <w:rsid w:val="003756B8"/>
    <w:rsid w:val="00376156"/>
    <w:rsid w:val="00376BAA"/>
    <w:rsid w:val="00381BB2"/>
    <w:rsid w:val="00394F93"/>
    <w:rsid w:val="003A0E0A"/>
    <w:rsid w:val="003A4535"/>
    <w:rsid w:val="003A68F5"/>
    <w:rsid w:val="003B4B88"/>
    <w:rsid w:val="003B5BCC"/>
    <w:rsid w:val="003B6983"/>
    <w:rsid w:val="003C503D"/>
    <w:rsid w:val="003E06F1"/>
    <w:rsid w:val="003E08B0"/>
    <w:rsid w:val="003E2B6A"/>
    <w:rsid w:val="00400687"/>
    <w:rsid w:val="0040080C"/>
    <w:rsid w:val="0040344B"/>
    <w:rsid w:val="00411B96"/>
    <w:rsid w:val="00415DAF"/>
    <w:rsid w:val="00417E8A"/>
    <w:rsid w:val="00426891"/>
    <w:rsid w:val="00427C8D"/>
    <w:rsid w:val="004314F5"/>
    <w:rsid w:val="00433435"/>
    <w:rsid w:val="00442196"/>
    <w:rsid w:val="00443E8F"/>
    <w:rsid w:val="004453E3"/>
    <w:rsid w:val="00470815"/>
    <w:rsid w:val="00476520"/>
    <w:rsid w:val="00476A93"/>
    <w:rsid w:val="004771EA"/>
    <w:rsid w:val="0048159C"/>
    <w:rsid w:val="00481FAB"/>
    <w:rsid w:val="0048330E"/>
    <w:rsid w:val="00484464"/>
    <w:rsid w:val="00491F01"/>
    <w:rsid w:val="004935A3"/>
    <w:rsid w:val="0049496E"/>
    <w:rsid w:val="004952EE"/>
    <w:rsid w:val="004A0FC9"/>
    <w:rsid w:val="004A14E5"/>
    <w:rsid w:val="004A1DA0"/>
    <w:rsid w:val="004A3022"/>
    <w:rsid w:val="004A3BE7"/>
    <w:rsid w:val="004A422D"/>
    <w:rsid w:val="004A42CA"/>
    <w:rsid w:val="004B39CB"/>
    <w:rsid w:val="004B45EF"/>
    <w:rsid w:val="004C3E25"/>
    <w:rsid w:val="004C675D"/>
    <w:rsid w:val="004D4B6D"/>
    <w:rsid w:val="004D54C6"/>
    <w:rsid w:val="004E25BE"/>
    <w:rsid w:val="004E4E00"/>
    <w:rsid w:val="004E59E6"/>
    <w:rsid w:val="004F2519"/>
    <w:rsid w:val="004F65C8"/>
    <w:rsid w:val="00502745"/>
    <w:rsid w:val="0051372E"/>
    <w:rsid w:val="00517601"/>
    <w:rsid w:val="005229D3"/>
    <w:rsid w:val="00524BC2"/>
    <w:rsid w:val="00524CC8"/>
    <w:rsid w:val="00525122"/>
    <w:rsid w:val="00526DF7"/>
    <w:rsid w:val="00527EB1"/>
    <w:rsid w:val="00537301"/>
    <w:rsid w:val="00540F33"/>
    <w:rsid w:val="00542D19"/>
    <w:rsid w:val="00545E56"/>
    <w:rsid w:val="00546F2D"/>
    <w:rsid w:val="00560E25"/>
    <w:rsid w:val="00562970"/>
    <w:rsid w:val="00570B23"/>
    <w:rsid w:val="00574809"/>
    <w:rsid w:val="005748BD"/>
    <w:rsid w:val="00575703"/>
    <w:rsid w:val="00576BCD"/>
    <w:rsid w:val="00576E45"/>
    <w:rsid w:val="005776A3"/>
    <w:rsid w:val="00580F99"/>
    <w:rsid w:val="005829A0"/>
    <w:rsid w:val="00582F26"/>
    <w:rsid w:val="005837AE"/>
    <w:rsid w:val="005843AE"/>
    <w:rsid w:val="00586827"/>
    <w:rsid w:val="0058752F"/>
    <w:rsid w:val="00587FDB"/>
    <w:rsid w:val="00592EDF"/>
    <w:rsid w:val="005968CC"/>
    <w:rsid w:val="005A0575"/>
    <w:rsid w:val="005A19C9"/>
    <w:rsid w:val="005A2AF7"/>
    <w:rsid w:val="005A3E4D"/>
    <w:rsid w:val="005A4E1F"/>
    <w:rsid w:val="005A750B"/>
    <w:rsid w:val="005B69D4"/>
    <w:rsid w:val="005C71D4"/>
    <w:rsid w:val="005C76BD"/>
    <w:rsid w:val="005D4AF0"/>
    <w:rsid w:val="005D5E7A"/>
    <w:rsid w:val="005E0F25"/>
    <w:rsid w:val="005E1D01"/>
    <w:rsid w:val="005E613B"/>
    <w:rsid w:val="005F1124"/>
    <w:rsid w:val="005F3781"/>
    <w:rsid w:val="005F4D9F"/>
    <w:rsid w:val="005F530E"/>
    <w:rsid w:val="006042D9"/>
    <w:rsid w:val="00607441"/>
    <w:rsid w:val="006123AC"/>
    <w:rsid w:val="00616611"/>
    <w:rsid w:val="00620ECC"/>
    <w:rsid w:val="006232FF"/>
    <w:rsid w:val="00633165"/>
    <w:rsid w:val="00634634"/>
    <w:rsid w:val="00634A13"/>
    <w:rsid w:val="0063728B"/>
    <w:rsid w:val="00641097"/>
    <w:rsid w:val="00642A49"/>
    <w:rsid w:val="00657C00"/>
    <w:rsid w:val="006719EF"/>
    <w:rsid w:val="00686910"/>
    <w:rsid w:val="00695BD6"/>
    <w:rsid w:val="00696D4A"/>
    <w:rsid w:val="006A2BB5"/>
    <w:rsid w:val="006A65C7"/>
    <w:rsid w:val="006B7C6F"/>
    <w:rsid w:val="006C08D0"/>
    <w:rsid w:val="006C48DC"/>
    <w:rsid w:val="006C64DA"/>
    <w:rsid w:val="006D4E8A"/>
    <w:rsid w:val="006E2C86"/>
    <w:rsid w:val="006E30E9"/>
    <w:rsid w:val="006E6308"/>
    <w:rsid w:val="006E772E"/>
    <w:rsid w:val="006F4EFD"/>
    <w:rsid w:val="006F4F6A"/>
    <w:rsid w:val="006F563A"/>
    <w:rsid w:val="00702978"/>
    <w:rsid w:val="0070446E"/>
    <w:rsid w:val="00707378"/>
    <w:rsid w:val="00710EFB"/>
    <w:rsid w:val="007165BD"/>
    <w:rsid w:val="00737A17"/>
    <w:rsid w:val="00744827"/>
    <w:rsid w:val="0074591D"/>
    <w:rsid w:val="0075064E"/>
    <w:rsid w:val="007506F6"/>
    <w:rsid w:val="00754E74"/>
    <w:rsid w:val="00765785"/>
    <w:rsid w:val="007775C6"/>
    <w:rsid w:val="007879B7"/>
    <w:rsid w:val="0079748F"/>
    <w:rsid w:val="007A4DEF"/>
    <w:rsid w:val="007A526D"/>
    <w:rsid w:val="007A7697"/>
    <w:rsid w:val="007B2700"/>
    <w:rsid w:val="007B54AA"/>
    <w:rsid w:val="007B6CCA"/>
    <w:rsid w:val="007C214A"/>
    <w:rsid w:val="007C2FFC"/>
    <w:rsid w:val="007C3B1B"/>
    <w:rsid w:val="007C7CD3"/>
    <w:rsid w:val="007D04FC"/>
    <w:rsid w:val="007D13D0"/>
    <w:rsid w:val="007D42B6"/>
    <w:rsid w:val="007D47A4"/>
    <w:rsid w:val="007E2CD3"/>
    <w:rsid w:val="007E6B63"/>
    <w:rsid w:val="007F0BA7"/>
    <w:rsid w:val="008003B6"/>
    <w:rsid w:val="008036A8"/>
    <w:rsid w:val="00810E1B"/>
    <w:rsid w:val="0081345E"/>
    <w:rsid w:val="008142D2"/>
    <w:rsid w:val="00840722"/>
    <w:rsid w:val="0084099D"/>
    <w:rsid w:val="0086528C"/>
    <w:rsid w:val="008674AE"/>
    <w:rsid w:val="008818B1"/>
    <w:rsid w:val="0088587B"/>
    <w:rsid w:val="00890937"/>
    <w:rsid w:val="00895125"/>
    <w:rsid w:val="00895E0F"/>
    <w:rsid w:val="0089625A"/>
    <w:rsid w:val="008C0B4C"/>
    <w:rsid w:val="008C3855"/>
    <w:rsid w:val="008C3C7F"/>
    <w:rsid w:val="008C5639"/>
    <w:rsid w:val="008D2FC3"/>
    <w:rsid w:val="008D5F60"/>
    <w:rsid w:val="008D7B77"/>
    <w:rsid w:val="008D7CCD"/>
    <w:rsid w:val="008E00C6"/>
    <w:rsid w:val="008E0ECE"/>
    <w:rsid w:val="008E2AE5"/>
    <w:rsid w:val="008E44D8"/>
    <w:rsid w:val="008F2740"/>
    <w:rsid w:val="008F3B45"/>
    <w:rsid w:val="00900295"/>
    <w:rsid w:val="009019FE"/>
    <w:rsid w:val="00901EB1"/>
    <w:rsid w:val="009031CA"/>
    <w:rsid w:val="0090739E"/>
    <w:rsid w:val="009100AB"/>
    <w:rsid w:val="00913331"/>
    <w:rsid w:val="00915146"/>
    <w:rsid w:val="00923B96"/>
    <w:rsid w:val="0093313B"/>
    <w:rsid w:val="0093365F"/>
    <w:rsid w:val="00933B44"/>
    <w:rsid w:val="00936043"/>
    <w:rsid w:val="009410FD"/>
    <w:rsid w:val="00941CAD"/>
    <w:rsid w:val="00944232"/>
    <w:rsid w:val="00945B10"/>
    <w:rsid w:val="0095370C"/>
    <w:rsid w:val="009614B9"/>
    <w:rsid w:val="00961BD9"/>
    <w:rsid w:val="009716EF"/>
    <w:rsid w:val="009725C9"/>
    <w:rsid w:val="00973C4F"/>
    <w:rsid w:val="00987341"/>
    <w:rsid w:val="00992CB0"/>
    <w:rsid w:val="009A065E"/>
    <w:rsid w:val="009A5CAE"/>
    <w:rsid w:val="009B3302"/>
    <w:rsid w:val="009B7EE8"/>
    <w:rsid w:val="009C1B55"/>
    <w:rsid w:val="009D04DD"/>
    <w:rsid w:val="009E7984"/>
    <w:rsid w:val="009F14F3"/>
    <w:rsid w:val="00A0037C"/>
    <w:rsid w:val="00A02ED7"/>
    <w:rsid w:val="00A077DC"/>
    <w:rsid w:val="00A11AFA"/>
    <w:rsid w:val="00A14B96"/>
    <w:rsid w:val="00A14FA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50194"/>
    <w:rsid w:val="00A51E5D"/>
    <w:rsid w:val="00A543B5"/>
    <w:rsid w:val="00A54E1E"/>
    <w:rsid w:val="00A64A1D"/>
    <w:rsid w:val="00A65F2E"/>
    <w:rsid w:val="00A6680B"/>
    <w:rsid w:val="00A72A12"/>
    <w:rsid w:val="00A7350D"/>
    <w:rsid w:val="00A736FF"/>
    <w:rsid w:val="00A77245"/>
    <w:rsid w:val="00A77C30"/>
    <w:rsid w:val="00A81F9F"/>
    <w:rsid w:val="00A86207"/>
    <w:rsid w:val="00A96BAD"/>
    <w:rsid w:val="00AA36FD"/>
    <w:rsid w:val="00AA5957"/>
    <w:rsid w:val="00AA62A2"/>
    <w:rsid w:val="00AB2241"/>
    <w:rsid w:val="00AB441F"/>
    <w:rsid w:val="00AC14C3"/>
    <w:rsid w:val="00AC280B"/>
    <w:rsid w:val="00AC4322"/>
    <w:rsid w:val="00AD5D89"/>
    <w:rsid w:val="00AE1683"/>
    <w:rsid w:val="00AE38C8"/>
    <w:rsid w:val="00AE4C04"/>
    <w:rsid w:val="00AE761F"/>
    <w:rsid w:val="00AF0C40"/>
    <w:rsid w:val="00AF24A6"/>
    <w:rsid w:val="00B05E07"/>
    <w:rsid w:val="00B10183"/>
    <w:rsid w:val="00B10C88"/>
    <w:rsid w:val="00B127E3"/>
    <w:rsid w:val="00B134AB"/>
    <w:rsid w:val="00B22B12"/>
    <w:rsid w:val="00B24C83"/>
    <w:rsid w:val="00B3159C"/>
    <w:rsid w:val="00B4147C"/>
    <w:rsid w:val="00B44150"/>
    <w:rsid w:val="00B4743A"/>
    <w:rsid w:val="00B647CD"/>
    <w:rsid w:val="00B66536"/>
    <w:rsid w:val="00B7239C"/>
    <w:rsid w:val="00B81B89"/>
    <w:rsid w:val="00B8316E"/>
    <w:rsid w:val="00B951C0"/>
    <w:rsid w:val="00B95B9C"/>
    <w:rsid w:val="00BA0873"/>
    <w:rsid w:val="00BA0EEE"/>
    <w:rsid w:val="00BB18FA"/>
    <w:rsid w:val="00BB4B44"/>
    <w:rsid w:val="00BD1288"/>
    <w:rsid w:val="00BD1F14"/>
    <w:rsid w:val="00BD4E39"/>
    <w:rsid w:val="00BE233D"/>
    <w:rsid w:val="00BE5500"/>
    <w:rsid w:val="00BE559A"/>
    <w:rsid w:val="00BF1AAD"/>
    <w:rsid w:val="00C03FBE"/>
    <w:rsid w:val="00C046A0"/>
    <w:rsid w:val="00C04CA9"/>
    <w:rsid w:val="00C050C6"/>
    <w:rsid w:val="00C33D0D"/>
    <w:rsid w:val="00C34908"/>
    <w:rsid w:val="00C36997"/>
    <w:rsid w:val="00C459DC"/>
    <w:rsid w:val="00C45A48"/>
    <w:rsid w:val="00C52CF9"/>
    <w:rsid w:val="00C60DE5"/>
    <w:rsid w:val="00C62C37"/>
    <w:rsid w:val="00C66560"/>
    <w:rsid w:val="00C76DB3"/>
    <w:rsid w:val="00C90831"/>
    <w:rsid w:val="00C93AB9"/>
    <w:rsid w:val="00C93FC8"/>
    <w:rsid w:val="00CA2EA0"/>
    <w:rsid w:val="00CA4499"/>
    <w:rsid w:val="00CA56E0"/>
    <w:rsid w:val="00CA5C68"/>
    <w:rsid w:val="00CB1BC5"/>
    <w:rsid w:val="00CB4F70"/>
    <w:rsid w:val="00D02780"/>
    <w:rsid w:val="00D05032"/>
    <w:rsid w:val="00D06D70"/>
    <w:rsid w:val="00D20094"/>
    <w:rsid w:val="00D30829"/>
    <w:rsid w:val="00D35777"/>
    <w:rsid w:val="00D47D9E"/>
    <w:rsid w:val="00D568AB"/>
    <w:rsid w:val="00D60A16"/>
    <w:rsid w:val="00D63ACD"/>
    <w:rsid w:val="00D661F5"/>
    <w:rsid w:val="00D7774A"/>
    <w:rsid w:val="00D835B9"/>
    <w:rsid w:val="00D9370E"/>
    <w:rsid w:val="00D97395"/>
    <w:rsid w:val="00DA6B34"/>
    <w:rsid w:val="00DB09A1"/>
    <w:rsid w:val="00DB2189"/>
    <w:rsid w:val="00DB6F1C"/>
    <w:rsid w:val="00DC565F"/>
    <w:rsid w:val="00DD025C"/>
    <w:rsid w:val="00DD3423"/>
    <w:rsid w:val="00DD53AE"/>
    <w:rsid w:val="00DE02FE"/>
    <w:rsid w:val="00DE4844"/>
    <w:rsid w:val="00DE7DE7"/>
    <w:rsid w:val="00DF043D"/>
    <w:rsid w:val="00DF3346"/>
    <w:rsid w:val="00DF6EE3"/>
    <w:rsid w:val="00E06582"/>
    <w:rsid w:val="00E0730A"/>
    <w:rsid w:val="00E121F4"/>
    <w:rsid w:val="00E21AAD"/>
    <w:rsid w:val="00E27CC0"/>
    <w:rsid w:val="00E30104"/>
    <w:rsid w:val="00E4084F"/>
    <w:rsid w:val="00E47C8B"/>
    <w:rsid w:val="00E5337E"/>
    <w:rsid w:val="00E53A2C"/>
    <w:rsid w:val="00E54690"/>
    <w:rsid w:val="00E57AAE"/>
    <w:rsid w:val="00E640A8"/>
    <w:rsid w:val="00E6670E"/>
    <w:rsid w:val="00E84282"/>
    <w:rsid w:val="00E858CC"/>
    <w:rsid w:val="00E868FE"/>
    <w:rsid w:val="00E95065"/>
    <w:rsid w:val="00EA05C2"/>
    <w:rsid w:val="00EA0E31"/>
    <w:rsid w:val="00EA31BB"/>
    <w:rsid w:val="00EB745A"/>
    <w:rsid w:val="00EB78E0"/>
    <w:rsid w:val="00EC1BD9"/>
    <w:rsid w:val="00EC1CF5"/>
    <w:rsid w:val="00EC3AFF"/>
    <w:rsid w:val="00ED2170"/>
    <w:rsid w:val="00ED622E"/>
    <w:rsid w:val="00ED772A"/>
    <w:rsid w:val="00EE4B71"/>
    <w:rsid w:val="00EE534D"/>
    <w:rsid w:val="00EF4873"/>
    <w:rsid w:val="00EF5E5F"/>
    <w:rsid w:val="00F02E7A"/>
    <w:rsid w:val="00F0545C"/>
    <w:rsid w:val="00F05FDD"/>
    <w:rsid w:val="00F10D1F"/>
    <w:rsid w:val="00F20D02"/>
    <w:rsid w:val="00F2257E"/>
    <w:rsid w:val="00F249C5"/>
    <w:rsid w:val="00F26A56"/>
    <w:rsid w:val="00F31E3B"/>
    <w:rsid w:val="00F326EE"/>
    <w:rsid w:val="00F41B53"/>
    <w:rsid w:val="00F45E38"/>
    <w:rsid w:val="00F50D6F"/>
    <w:rsid w:val="00F56576"/>
    <w:rsid w:val="00F56B41"/>
    <w:rsid w:val="00F65934"/>
    <w:rsid w:val="00F67DD2"/>
    <w:rsid w:val="00F72C08"/>
    <w:rsid w:val="00F745BF"/>
    <w:rsid w:val="00F83B3E"/>
    <w:rsid w:val="00F87E7E"/>
    <w:rsid w:val="00F905AF"/>
    <w:rsid w:val="00F907E3"/>
    <w:rsid w:val="00F9242A"/>
    <w:rsid w:val="00FA5758"/>
    <w:rsid w:val="00FA7B87"/>
    <w:rsid w:val="00FB1CE2"/>
    <w:rsid w:val="00FB41C2"/>
    <w:rsid w:val="00FB4B03"/>
    <w:rsid w:val="00FB74E9"/>
    <w:rsid w:val="00FC024D"/>
    <w:rsid w:val="00FC2FD7"/>
    <w:rsid w:val="00FD18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584098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14</Pages>
  <Words>1107</Words>
  <Characters>6314</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43</cp:revision>
  <cp:lastPrinted>2017-05-27T06:23:00Z</cp:lastPrinted>
  <dcterms:created xsi:type="dcterms:W3CDTF">2017-08-10T09:33:00Z</dcterms:created>
  <dcterms:modified xsi:type="dcterms:W3CDTF">2017-09-25T07:55:00Z</dcterms:modified>
</cp:coreProperties>
</file>